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303625" w14:textId="77777777" w:rsidR="006D000E" w:rsidRPr="00DC1D98" w:rsidRDefault="00F03122">
      <w:pPr>
        <w:rPr>
          <w:rFonts w:cs="Arial"/>
          <w:sz w:val="20"/>
          <w:szCs w:val="20"/>
        </w:rPr>
      </w:pPr>
      <w:r>
        <w:rPr>
          <w:rFonts w:cs="Arial"/>
          <w:noProof/>
          <w:sz w:val="20"/>
          <w:szCs w:val="20"/>
        </w:rPr>
        <w:pict w14:anchorId="18152FB0">
          <v:group id="_x0000_s2070" style="position:absolute;margin-left:275pt;margin-top:95.55pt;width:198.45pt;height:11.35pt;z-index:251651584;mso-position-horizontal-relative:margin" coordorigin="7088,5772" coordsize="3969,227">
            <v:line id="_x0000_s2071" style="position:absolute;mso-position-horizontal-relative:page;mso-position-vertical-relative:page" from="7088,5772" to="11057,5772" o:allowincell="f">
              <v:stroke dashstyle="1 1" endcap="round"/>
            </v:line>
            <v:line id="_x0000_s2072" style="position:absolute;flip:x;mso-position-horizontal-relative:margin;mso-position-vertical-relative:page" from="7088,5772" to="7088,5999" o:allowincell="f">
              <v:stroke dashstyle="1 1" endcap="round"/>
            </v:line>
            <w10:wrap anchorx="margin"/>
            <w10:anchorlock/>
          </v:group>
        </w:pict>
      </w:r>
      <w:r>
        <w:rPr>
          <w:rFonts w:cs="Arial"/>
          <w:noProof/>
          <w:sz w:val="20"/>
          <w:szCs w:val="20"/>
        </w:rPr>
        <w:pict w14:anchorId="7FD33758">
          <v:group id="_x0000_s2067" style="position:absolute;margin-left:275pt;margin-top:46.5pt;width:198.45pt;height:11.35pt;z-index:251650560;mso-position-horizontal-relative:margin" coordorigin="7088,4791" coordsize="3969,227">
            <v:line id="_x0000_s2068" style="position:absolute;mso-position-horizontal-relative:page;mso-position-vertical-relative:page" from="7088,4791" to="11057,4791" o:allowincell="f">
              <v:stroke dashstyle="1 1" endcap="round"/>
            </v:line>
            <v:line id="_x0000_s2069" style="position:absolute;flip:x;mso-position-horizontal-relative:page;mso-position-vertical-relative:page" from="7088,4791" to="7088,5018" o:allowincell="f">
              <v:stroke dashstyle="1 1" endcap="round"/>
            </v:line>
            <w10:wrap anchorx="margin"/>
            <w10:anchorlock/>
          </v:group>
        </w:pict>
      </w:r>
      <w:r>
        <w:rPr>
          <w:rFonts w:cs="Arial"/>
          <w:noProof/>
          <w:sz w:val="20"/>
          <w:szCs w:val="20"/>
        </w:rPr>
        <w:pict w14:anchorId="64FF24F3">
          <v:group id="_x0000_s2064" style="position:absolute;margin-left:275pt;margin-top:-1.7pt;width:198.45pt;height:11.35pt;z-index:251649536;mso-position-horizontal-relative:margin" coordorigin="7088,3827" coordsize="3969,227">
            <v:line id="_x0000_s2065" style="position:absolute;mso-position-horizontal-relative:page;mso-position-vertical-relative:page" from="7088,3827" to="11057,3827" o:allowincell="f">
              <v:stroke dashstyle="1 1" endcap="round"/>
            </v:line>
            <v:line id="_x0000_s2066" style="position:absolute;mso-position-horizontal-relative:page;mso-position-vertical-relative:page" from="7088,3827" to="7088,4054" o:allowincell="f">
              <v:stroke dashstyle="1 1" endcap="round"/>
            </v:line>
            <w10:wrap anchorx="margin"/>
            <w10:anchorlock/>
          </v:group>
        </w:pict>
      </w:r>
      <w:r>
        <w:rPr>
          <w:rFonts w:cs="Arial"/>
          <w:noProof/>
          <w:sz w:val="20"/>
          <w:szCs w:val="20"/>
        </w:rPr>
        <w:pict w14:anchorId="2B397364">
          <v:group id="_x0000_s2061" style="position:absolute;margin-left:275pt;margin-top:-49.9pt;width:198.45pt;height:11.35pt;z-index:251648512;mso-position-horizontal-relative:margin" coordorigin="7088,2863" coordsize="3969,227">
            <v:line id="_x0000_s2062" style="position:absolute;mso-position-horizontal-relative:page;mso-position-vertical-relative:page" from="7088,2863" to="11057,2863" o:allowincell="f">
              <v:stroke dashstyle="1 1" endcap="round"/>
            </v:line>
            <v:line id="_x0000_s2063" style="position:absolute;mso-position-horizontal-relative:page;mso-position-vertical-relative:page" from="7088,2863" to="7088,3090" o:allowincell="f">
              <v:stroke dashstyle="1 1" endcap="round"/>
            </v:line>
            <w10:wrap anchorx="margin"/>
            <w10:anchorlock/>
          </v:group>
        </w:pict>
      </w:r>
      <w:r>
        <w:rPr>
          <w:rFonts w:cs="Arial"/>
          <w:noProof/>
          <w:sz w:val="20"/>
          <w:szCs w:val="20"/>
        </w:rPr>
        <w:pict w14:anchorId="560C997F">
          <v:group id="_x0000_s2055" style="position:absolute;margin-left:-8.5pt;margin-top:95.55pt;width:198.45pt;height:11.35pt;z-index:251646464;mso-position-horizontal-relative:margin" coordorigin="1418,5772" coordsize="3969,227">
            <v:line id="_x0000_s2056" style="position:absolute;mso-position-horizontal-relative:page;mso-position-vertical-relative:page" from="1418,5772" to="5387,5772" o:allowincell="f">
              <v:stroke dashstyle="1 1" endcap="round"/>
            </v:line>
            <v:line id="_x0000_s2057" style="position:absolute;mso-position-horizontal-relative:page;mso-position-vertical-relative:page" from="1418,5772" to="1418,5999" o:allowincell="f">
              <v:stroke dashstyle="1 1" endcap="round"/>
            </v:line>
            <w10:wrap anchorx="margin"/>
            <w10:anchorlock/>
          </v:group>
        </w:pict>
      </w:r>
      <w:r>
        <w:rPr>
          <w:rFonts w:cs="Arial"/>
          <w:noProof/>
          <w:sz w:val="20"/>
          <w:szCs w:val="20"/>
        </w:rPr>
        <w:pict w14:anchorId="3C6972A1">
          <v:group id="_x0000_s2052" style="position:absolute;margin-left:-8.5pt;margin-top:-49.9pt;width:198.45pt;height:11.35pt;z-index:251645440;mso-position-horizontal-relative:margin" coordorigin="1418,2863" coordsize="3969,227">
            <v:line id="_x0000_s2053" style="position:absolute" from="1418,2863" to="5387,2863">
              <v:stroke dashstyle="1 1" endcap="round"/>
            </v:line>
            <v:line id="_x0000_s2054" style="position:absolute;mso-position-horizontal-relative:margin;mso-position-vertical-relative:page" from="1418,2863" to="1418,3090" o:allowincell="f">
              <v:stroke dashstyle="1 1" endcap="round"/>
            </v:line>
            <w10:wrap anchorx="margin"/>
            <w10:anchorlock/>
          </v:group>
        </w:pict>
      </w:r>
      <w:r>
        <w:rPr>
          <w:rFonts w:cs="Arial"/>
          <w:noProof/>
          <w:sz w:val="20"/>
          <w:szCs w:val="20"/>
        </w:rPr>
        <w:pict w14:anchorId="345F6DFE">
          <v:shapetype id="_x0000_t202" coordsize="21600,21600" o:spt="202" path="m,l,21600r21600,l21600,xe">
            <v:stroke joinstyle="miter"/>
            <v:path gradientshapeok="t" o:connecttype="rect"/>
          </v:shapetype>
          <v:shape id="_x0000_s2091" type="#_x0000_t202" style="position:absolute;margin-left:283.5pt;margin-top:103.2pt;width:198.45pt;height:18.45pt;z-index:251668992;mso-position-horizontal-relative:margin;mso-position-vertical-relative:page" filled="f" stroked="f">
            <v:textbox inset="0,0,0,0">
              <w:txbxContent>
                <w:p w14:paraId="2E7EDCC8" w14:textId="77777777" w:rsidR="006D000E" w:rsidRPr="006070C2" w:rsidRDefault="006D000E" w:rsidP="006070C2"/>
              </w:txbxContent>
            </v:textbox>
            <w10:wrap type="topAndBottom" anchorx="margin" anchory="page"/>
            <w10:anchorlock/>
          </v:shape>
        </w:pict>
      </w:r>
      <w:r>
        <w:rPr>
          <w:rFonts w:cs="Arial"/>
          <w:noProof/>
          <w:sz w:val="20"/>
          <w:szCs w:val="20"/>
        </w:rPr>
        <w:pict w14:anchorId="4C0B8B81">
          <v:shape id="_x0000_s2090" type="#_x0000_t202" style="position:absolute;margin-left:283.5pt;margin-top:297.7pt;width:198.45pt;height:18.45pt;z-index:251667968;mso-position-horizontal-relative:margin;mso-position-vertical-relative:page" filled="f" stroked="f">
            <v:textbox inset="0,0,0,0">
              <w:txbxContent>
                <w:p w14:paraId="20ECB650" w14:textId="77777777" w:rsidR="006D000E" w:rsidRPr="006070C2" w:rsidRDefault="006D000E" w:rsidP="006070C2"/>
              </w:txbxContent>
            </v:textbox>
            <w10:wrap type="topAndBottom" anchorx="margin" anchory="page"/>
            <w10:anchorlock/>
          </v:shape>
        </w:pict>
      </w:r>
      <w:r>
        <w:rPr>
          <w:rFonts w:cs="Arial"/>
          <w:noProof/>
          <w:sz w:val="20"/>
          <w:szCs w:val="20"/>
        </w:rPr>
        <w:pict w14:anchorId="71F3B2B8">
          <v:shape id="_x0000_s2089" type="#_x0000_t202" style="position:absolute;margin-left:283.5pt;margin-top:248.65pt;width:198.45pt;height:18.45pt;z-index:251666944;mso-position-horizontal-relative:margin;mso-position-vertical-relative:page" filled="f" stroked="f">
            <v:textbox inset="0,0,0,0">
              <w:txbxContent>
                <w:p w14:paraId="075AA8CE" w14:textId="77777777" w:rsidR="006D000E" w:rsidRPr="006070C2" w:rsidRDefault="006D000E" w:rsidP="006070C2"/>
              </w:txbxContent>
            </v:textbox>
            <w10:wrap type="topAndBottom" anchorx="margin" anchory="page"/>
            <w10:anchorlock/>
          </v:shape>
        </w:pict>
      </w:r>
      <w:r>
        <w:rPr>
          <w:rFonts w:cs="Arial"/>
          <w:noProof/>
          <w:sz w:val="20"/>
          <w:szCs w:val="20"/>
        </w:rPr>
        <w:pict w14:anchorId="2D1C3B66">
          <v:shape id="_x0000_s2088" type="#_x0000_t202" style="position:absolute;margin-left:283.5pt;margin-top:199.6pt;width:198.45pt;height:18.45pt;z-index:251665920;mso-position-horizontal-relative:margin;mso-position-vertical-relative:page" filled="f" stroked="f">
            <v:textbox inset="0,0,0,0">
              <w:txbxContent>
                <w:p w14:paraId="7B8A1ADB" w14:textId="77777777" w:rsidR="006D000E" w:rsidRPr="006070C2" w:rsidRDefault="006D000E" w:rsidP="006070C2"/>
              </w:txbxContent>
            </v:textbox>
            <w10:wrap type="topAndBottom" anchorx="margin" anchory="page"/>
            <w10:anchorlock/>
          </v:shape>
        </w:pict>
      </w:r>
      <w:r>
        <w:rPr>
          <w:rFonts w:cs="Arial"/>
          <w:noProof/>
          <w:sz w:val="20"/>
          <w:szCs w:val="20"/>
        </w:rPr>
        <w:pict w14:anchorId="2F1F89F4">
          <v:shape id="_x0000_s2087" type="#_x0000_t202" style="position:absolute;margin-left:283.5pt;margin-top:151.4pt;width:198.45pt;height:18.45pt;z-index:251664896;mso-position-horizontal-relative:margin;mso-position-vertical-relative:page" filled="f" stroked="f">
            <v:textbox inset="0,0,0,0">
              <w:txbxContent>
                <w:p w14:paraId="20A97648" w14:textId="77777777" w:rsidR="006D000E" w:rsidRPr="006070C2" w:rsidRDefault="006D000E" w:rsidP="006070C2"/>
              </w:txbxContent>
            </v:textbox>
            <w10:wrap type="topAndBottom" anchorx="margin" anchory="page"/>
            <w10:anchorlock/>
          </v:shape>
        </w:pict>
      </w:r>
      <w:r>
        <w:rPr>
          <w:rFonts w:cs="Arial"/>
          <w:noProof/>
          <w:sz w:val="20"/>
          <w:szCs w:val="20"/>
        </w:rPr>
        <w:pict w14:anchorId="67FC1D92">
          <v:shape id="_x0000_s2086" type="#_x0000_t202" style="position:absolute;margin-left:283.5pt;margin-top:283.5pt;width:127.55pt;height:14.15pt;z-index:251663872;mso-position-horizontal-relative:margin;mso-position-vertical-relative:page" filled="f" stroked="f">
            <v:textbox inset="0,0,0,0">
              <w:txbxContent>
                <w:p w14:paraId="3C780FBA" w14:textId="77777777" w:rsidR="006D000E" w:rsidRDefault="006D000E">
                  <w:pPr>
                    <w:pStyle w:val="Feldbeschriftung"/>
                  </w:pPr>
                  <w:r>
                    <w:rPr>
                      <w:b/>
                    </w:rPr>
                    <w:t>Datum</w:t>
                  </w:r>
                </w:p>
              </w:txbxContent>
            </v:textbox>
            <w10:wrap type="topAndBottom" anchorx="margin" anchory="page"/>
            <w10:anchorlock/>
          </v:shape>
        </w:pict>
      </w:r>
      <w:r>
        <w:rPr>
          <w:rFonts w:cs="Arial"/>
          <w:noProof/>
          <w:sz w:val="20"/>
          <w:szCs w:val="20"/>
        </w:rPr>
        <w:pict w14:anchorId="4E075244">
          <v:shape id="_x0000_s2085" type="#_x0000_t202" style="position:absolute;margin-left:283.5pt;margin-top:234.5pt;width:127.55pt;height:14.15pt;z-index:251662848;mso-position-horizontal-relative:margin;mso-position-vertical-relative:page" filled="f" stroked="f">
            <v:textbox inset="0,0,0,0">
              <w:txbxContent>
                <w:p w14:paraId="53FC3B13" w14:textId="77777777" w:rsidR="006D000E" w:rsidRDefault="006D000E">
                  <w:pPr>
                    <w:pStyle w:val="Feldbeschriftung"/>
                  </w:pPr>
                  <w:r>
                    <w:rPr>
                      <w:b/>
                    </w:rPr>
                    <w:t>Telefax</w:t>
                  </w:r>
                </w:p>
              </w:txbxContent>
            </v:textbox>
            <w10:wrap type="topAndBottom" anchorx="margin" anchory="page"/>
            <w10:anchorlock/>
          </v:shape>
        </w:pict>
      </w:r>
      <w:r>
        <w:rPr>
          <w:rFonts w:cs="Arial"/>
          <w:noProof/>
          <w:sz w:val="20"/>
          <w:szCs w:val="20"/>
        </w:rPr>
        <w:pict w14:anchorId="09EBC795">
          <v:shape id="_x0000_s2084" type="#_x0000_t202" style="position:absolute;margin-left:283.5pt;margin-top:185.45pt;width:127.55pt;height:14.15pt;z-index:251661824;mso-position-horizontal-relative:margin;mso-position-vertical-relative:page" filled="f" stroked="f">
            <v:textbox inset="0,0,0,0">
              <w:txbxContent>
                <w:p w14:paraId="7066D8C3" w14:textId="77777777" w:rsidR="006D000E" w:rsidRDefault="006D000E">
                  <w:pPr>
                    <w:pStyle w:val="Feldbeschriftung"/>
                  </w:pPr>
                  <w:r>
                    <w:rPr>
                      <w:b/>
                    </w:rPr>
                    <w:t>Telefon</w:t>
                  </w:r>
                </w:p>
              </w:txbxContent>
            </v:textbox>
            <w10:wrap type="topAndBottom" anchorx="margin" anchory="page"/>
            <w10:anchorlock/>
          </v:shape>
        </w:pict>
      </w:r>
      <w:r>
        <w:rPr>
          <w:rFonts w:cs="Arial"/>
          <w:noProof/>
          <w:sz w:val="20"/>
          <w:szCs w:val="20"/>
        </w:rPr>
        <w:pict w14:anchorId="3554608B">
          <v:shape id="_x0000_s2083" type="#_x0000_t202" style="position:absolute;margin-left:283.5pt;margin-top:137.25pt;width:127.55pt;height:14.15pt;z-index:251660800;mso-position-horizontal-relative:margin;mso-position-vertical-relative:page" filled="f" stroked="f">
            <v:textbox inset="0,0,0,0">
              <w:txbxContent>
                <w:p w14:paraId="1509F9A0" w14:textId="77777777" w:rsidR="006D000E" w:rsidRDefault="006D000E">
                  <w:pPr>
                    <w:pStyle w:val="Feldbeschriftung"/>
                  </w:pPr>
                  <w:r>
                    <w:rPr>
                      <w:b/>
                    </w:rPr>
                    <w:t>Bereich</w:t>
                  </w:r>
                </w:p>
              </w:txbxContent>
            </v:textbox>
            <w10:wrap type="topAndBottom" anchorx="margin" anchory="page"/>
            <w10:anchorlock/>
          </v:shape>
        </w:pict>
      </w:r>
      <w:r>
        <w:rPr>
          <w:rFonts w:cs="Arial"/>
          <w:noProof/>
          <w:sz w:val="20"/>
          <w:szCs w:val="20"/>
        </w:rPr>
        <w:pict w14:anchorId="01087DEE">
          <v:shape id="_x0000_s2082" type="#_x0000_t202" style="position:absolute;margin-left:283.5pt;margin-top:89.05pt;width:127.55pt;height:14.15pt;z-index:251659776;mso-position-horizontal-relative:margin;mso-position-vertical-relative:page" filled="f" stroked="f">
            <v:textbox inset="0,0,0,0">
              <w:txbxContent>
                <w:p w14:paraId="1169A426" w14:textId="77777777" w:rsidR="006D000E" w:rsidRDefault="00DC1D98">
                  <w:pPr>
                    <w:pStyle w:val="Feldbeschriftung"/>
                  </w:pPr>
                  <w:r>
                    <w:rPr>
                      <w:b/>
                    </w:rPr>
                    <w:t>V</w:t>
                  </w:r>
                  <w:r w:rsidR="006D000E">
                    <w:rPr>
                      <w:b/>
                    </w:rPr>
                    <w:t>on</w:t>
                  </w:r>
                  <w:r>
                    <w:rPr>
                      <w:b/>
                    </w:rPr>
                    <w:t xml:space="preserve"> Firma:</w:t>
                  </w:r>
                </w:p>
              </w:txbxContent>
            </v:textbox>
            <w10:wrap type="topAndBottom" anchorx="margin" anchory="page"/>
            <w10:anchorlock/>
          </v:shape>
        </w:pict>
      </w:r>
      <w:r>
        <w:rPr>
          <w:rFonts w:cs="Arial"/>
          <w:noProof/>
          <w:sz w:val="20"/>
          <w:szCs w:val="20"/>
        </w:rPr>
        <w:pict w14:anchorId="3DD3C73D">
          <v:shape id="_x0000_s2081" type="#_x0000_t202" style="position:absolute;margin-left:0;margin-top:297.7pt;width:198.45pt;height:19.85pt;z-index:251658752;mso-position-horizontal-relative:margin;mso-position-vertical-relative:page" filled="f" stroked="f">
            <v:textbox inset="0,0,0,0">
              <w:txbxContent>
                <w:p w14:paraId="30574183" w14:textId="77777777" w:rsidR="006D000E" w:rsidRPr="006070C2" w:rsidRDefault="00154EB4" w:rsidP="006070C2">
                  <w:r>
                    <w:t>2</w:t>
                  </w:r>
                </w:p>
              </w:txbxContent>
            </v:textbox>
            <w10:wrap type="topAndBottom" anchorx="margin" anchory="page"/>
            <w10:anchorlock/>
          </v:shape>
        </w:pict>
      </w:r>
      <w:r>
        <w:rPr>
          <w:rFonts w:cs="Arial"/>
          <w:noProof/>
          <w:sz w:val="20"/>
          <w:szCs w:val="20"/>
        </w:rPr>
        <w:pict w14:anchorId="008F3659">
          <v:shape id="_x0000_s2080" type="#_x0000_t202" style="position:absolute;margin-left:0;margin-top:283.5pt;width:127.55pt;height:14.15pt;z-index:251657728;mso-position-horizontal-relative:margin;mso-position-vertical-relative:page" filled="f" stroked="f">
            <v:textbox inset="0,0,0,0">
              <w:txbxContent>
                <w:p w14:paraId="25C7EFDA" w14:textId="77777777" w:rsidR="006D000E" w:rsidRDefault="006D000E">
                  <w:pPr>
                    <w:pStyle w:val="Feldbeschriftung"/>
                  </w:pPr>
                  <w:r>
                    <w:rPr>
                      <w:b/>
                    </w:rPr>
                    <w:t>Seiten</w:t>
                  </w:r>
                </w:p>
              </w:txbxContent>
            </v:textbox>
            <w10:wrap type="topAndBottom" anchorx="margin" anchory="page"/>
            <w10:anchorlock/>
          </v:shape>
        </w:pict>
      </w:r>
      <w:r>
        <w:rPr>
          <w:rFonts w:cs="Arial"/>
          <w:noProof/>
          <w:sz w:val="20"/>
          <w:szCs w:val="20"/>
        </w:rPr>
        <w:pict w14:anchorId="1124A257">
          <v:shape id="_x0000_s2079" type="#_x0000_t202" style="position:absolute;margin-left:0;margin-top:248.65pt;width:275pt;height:18.45pt;z-index:251656704;mso-position-horizontal-relative:margin;mso-position-vertical-relative:page" filled="f" stroked="f">
            <v:textbox inset="0,0,0,0">
              <w:txbxContent>
                <w:p w14:paraId="4FBDE5BB" w14:textId="44747628" w:rsidR="000B2EAD" w:rsidRPr="003C783A" w:rsidRDefault="00F03122" w:rsidP="000B2EAD">
                  <w:pPr>
                    <w:rPr>
                      <w:b/>
                    </w:rPr>
                  </w:pPr>
                  <w:hyperlink r:id="rId8" w:history="1">
                    <w:r w:rsidRPr="0039056F">
                      <w:rPr>
                        <w:rStyle w:val="Hyperlink"/>
                        <w:b/>
                      </w:rPr>
                      <w:t>cax-service@t-systems.com/</w:t>
                    </w:r>
                  </w:hyperlink>
                  <w:r>
                    <w:rPr>
                      <w:b/>
                    </w:rPr>
                    <w:t xml:space="preserve"> </w:t>
                  </w:r>
                  <w:r w:rsidR="000B2EAD">
                    <w:rPr>
                      <w:b/>
                    </w:rPr>
                    <w:t xml:space="preserve">+49 </w:t>
                  </w:r>
                  <w:r w:rsidR="001E1241" w:rsidRPr="001E1241">
                    <w:rPr>
                      <w:b/>
                    </w:rPr>
                    <w:t>391 580 248 942</w:t>
                  </w:r>
                </w:p>
                <w:p w14:paraId="43230C5B" w14:textId="77777777" w:rsidR="006D000E" w:rsidRPr="008A0ACC" w:rsidRDefault="006D000E" w:rsidP="008A0ACC"/>
              </w:txbxContent>
            </v:textbox>
            <w10:wrap type="topAndBottom" anchorx="margin" anchory="page"/>
            <w10:anchorlock/>
          </v:shape>
        </w:pict>
      </w:r>
      <w:r>
        <w:rPr>
          <w:rFonts w:cs="Arial"/>
          <w:sz w:val="20"/>
          <w:szCs w:val="20"/>
        </w:rPr>
        <w:pict w14:anchorId="4574AB50">
          <v:shape id="_x0000_s2078" type="#_x0000_t202" style="position:absolute;margin-left:0;margin-top:234.5pt;width:127.55pt;height:14.15pt;z-index:251655680;mso-position-horizontal-relative:margin;mso-position-vertical-relative:page" filled="f" stroked="f">
            <v:textbox inset="0,0,0,0">
              <w:txbxContent>
                <w:p w14:paraId="6AB0F715" w14:textId="366BBE4D" w:rsidR="006D000E" w:rsidRDefault="00F03122">
                  <w:pPr>
                    <w:pStyle w:val="Feldbeschriftung"/>
                  </w:pPr>
                  <w:proofErr w:type="spellStart"/>
                  <w:r>
                    <w:rPr>
                      <w:b/>
                    </w:rPr>
                    <w:t>e-mail</w:t>
                  </w:r>
                  <w:proofErr w:type="spellEnd"/>
                  <w:r>
                    <w:rPr>
                      <w:b/>
                    </w:rPr>
                    <w:t xml:space="preserve">/ </w:t>
                  </w:r>
                  <w:r w:rsidR="006D000E">
                    <w:rPr>
                      <w:b/>
                    </w:rPr>
                    <w:t>Telefax</w:t>
                  </w:r>
                </w:p>
              </w:txbxContent>
            </v:textbox>
            <w10:wrap type="topAndBottom" anchorx="margin" anchory="page"/>
            <w10:anchorlock/>
          </v:shape>
        </w:pict>
      </w:r>
      <w:r>
        <w:rPr>
          <w:rFonts w:cs="Arial"/>
          <w:sz w:val="20"/>
          <w:szCs w:val="20"/>
        </w:rPr>
        <w:pict w14:anchorId="27DCFAE3">
          <v:shape id="_x0000_s2077" type="#_x0000_t202" style="position:absolute;margin-left:0;margin-top:103.2pt;width:198.45pt;height:111.95pt;z-index:251654656;mso-position-horizontal-relative:margin;mso-position-vertical-relative:page" filled="f" stroked="f">
            <v:textbox style="mso-next-textbox:#_x0000_s2077" inset="0,0,0,0">
              <w:txbxContent>
                <w:p w14:paraId="04E735D4" w14:textId="77777777" w:rsidR="00230E6C" w:rsidRPr="003B3DE5" w:rsidRDefault="00230E6C" w:rsidP="00230E6C">
                  <w:pPr>
                    <w:rPr>
                      <w:b/>
                      <w:bCs/>
                    </w:rPr>
                  </w:pPr>
                  <w:r w:rsidRPr="003B3DE5">
                    <w:rPr>
                      <w:b/>
                      <w:bCs/>
                    </w:rPr>
                    <w:t xml:space="preserve">T-Systems </w:t>
                  </w:r>
                  <w:r w:rsidR="00B01528" w:rsidRPr="003B3DE5">
                    <w:rPr>
                      <w:b/>
                      <w:bCs/>
                    </w:rPr>
                    <w:t>International</w:t>
                  </w:r>
                  <w:r w:rsidRPr="003B3DE5">
                    <w:rPr>
                      <w:b/>
                      <w:bCs/>
                    </w:rPr>
                    <w:t xml:space="preserve"> GmbH</w:t>
                  </w:r>
                </w:p>
                <w:p w14:paraId="3508BF1D" w14:textId="77777777" w:rsidR="00AD2436" w:rsidRPr="00D41B37" w:rsidRDefault="00AD2436" w:rsidP="00230E6C">
                  <w:pPr>
                    <w:rPr>
                      <w:b/>
                      <w:bCs/>
                    </w:rPr>
                  </w:pPr>
                  <w:r w:rsidRPr="00D41B37">
                    <w:rPr>
                      <w:b/>
                      <w:bCs/>
                    </w:rPr>
                    <w:t>VWGRCLite Service</w:t>
                  </w:r>
                </w:p>
                <w:p w14:paraId="2B987EBF" w14:textId="77777777" w:rsidR="002F2132" w:rsidRDefault="00B01528" w:rsidP="002F2132">
                  <w:r>
                    <w:t>T</w:t>
                  </w:r>
                  <w:r w:rsidR="002F2132">
                    <w:t xml:space="preserve">homas Hallmann/ </w:t>
                  </w:r>
                  <w:r w:rsidR="00AD2436">
                    <w:t>I</w:t>
                  </w:r>
                  <w:r w:rsidR="002F2132">
                    <w:t>nes Thieme</w:t>
                  </w:r>
                </w:p>
                <w:p w14:paraId="14433C9B" w14:textId="77777777" w:rsidR="00230E6C" w:rsidRDefault="00AD2436" w:rsidP="00230E6C">
                  <w:r>
                    <w:t>Maybachweg</w:t>
                  </w:r>
                  <w:r w:rsidR="00230E6C">
                    <w:t xml:space="preserve"> </w:t>
                  </w:r>
                  <w:r>
                    <w:t>5</w:t>
                  </w:r>
                </w:p>
                <w:p w14:paraId="7278CA44" w14:textId="77777777" w:rsidR="00230E6C" w:rsidRDefault="00230E6C" w:rsidP="00230E6C"/>
                <w:p w14:paraId="1EF4893E" w14:textId="77777777" w:rsidR="00230E6C" w:rsidRDefault="00230E6C" w:rsidP="00230E6C">
                  <w:r>
                    <w:t>3844</w:t>
                  </w:r>
                  <w:r w:rsidR="00AD2436">
                    <w:t>6</w:t>
                  </w:r>
                  <w:r>
                    <w:t xml:space="preserve"> Wolfsburg</w:t>
                  </w:r>
                </w:p>
                <w:p w14:paraId="2641D0CA" w14:textId="77777777" w:rsidR="006070C2" w:rsidRDefault="006070C2" w:rsidP="008711BB"/>
              </w:txbxContent>
            </v:textbox>
            <w10:wrap type="topAndBottom" anchorx="margin" anchory="page"/>
            <w10:anchorlock/>
          </v:shape>
        </w:pict>
      </w:r>
      <w:r>
        <w:rPr>
          <w:rFonts w:cs="Arial"/>
          <w:sz w:val="20"/>
          <w:szCs w:val="20"/>
        </w:rPr>
        <w:pict w14:anchorId="639197F3">
          <v:shape id="_x0000_s2076" type="#_x0000_t202" style="position:absolute;margin-left:0;margin-top:89.05pt;width:127.55pt;height:14.15pt;z-index:251653632;mso-position-horizontal-relative:margin;mso-position-vertical-relative:page" filled="f" stroked="f">
            <v:textbox inset="0,0,0,0">
              <w:txbxContent>
                <w:p w14:paraId="2C09C3C2" w14:textId="77777777" w:rsidR="006D000E" w:rsidRDefault="006D000E">
                  <w:pPr>
                    <w:pStyle w:val="Feldbeschriftung"/>
                  </w:pPr>
                  <w:r>
                    <w:rPr>
                      <w:b/>
                    </w:rPr>
                    <w:t>an</w:t>
                  </w:r>
                </w:p>
              </w:txbxContent>
            </v:textbox>
            <w10:wrap type="topAndBottom" anchorx="margin" anchory="page"/>
            <w10:anchorlock/>
          </v:shape>
        </w:pict>
      </w:r>
      <w:r>
        <w:rPr>
          <w:rFonts w:cs="Arial"/>
          <w:sz w:val="20"/>
          <w:szCs w:val="20"/>
        </w:rPr>
        <w:pict w14:anchorId="637F3C09">
          <v:shape id="_x0000_s2051" type="#_x0000_t202" style="position:absolute;margin-left:0;margin-top:45.1pt;width:127.55pt;height:21.25pt;z-index:251644416;mso-position-horizontal-relative:margin;mso-position-vertical-relative:page" filled="f" stroked="f">
            <v:textbox inset="0,0,0,0">
              <w:txbxContent>
                <w:p w14:paraId="75144D97" w14:textId="77777777" w:rsidR="006D000E" w:rsidRDefault="006D000E">
                  <w:pPr>
                    <w:pStyle w:val="Telefax"/>
                  </w:pPr>
                  <w:r>
                    <w:rPr>
                      <w:b/>
                    </w:rPr>
                    <w:t>Telefax</w:t>
                  </w:r>
                </w:p>
              </w:txbxContent>
            </v:textbox>
            <w10:wrap anchorx="margin" anchory="page"/>
            <w10:anchorlock/>
          </v:shape>
        </w:pict>
      </w:r>
    </w:p>
    <w:p w14:paraId="1F9A11D2" w14:textId="77777777" w:rsidR="006D000E" w:rsidRPr="00DC1D98" w:rsidRDefault="00F03122">
      <w:pPr>
        <w:rPr>
          <w:rFonts w:cs="Arial"/>
          <w:sz w:val="20"/>
          <w:szCs w:val="20"/>
        </w:rPr>
      </w:pPr>
      <w:r>
        <w:rPr>
          <w:rFonts w:cs="Arial"/>
          <w:noProof/>
          <w:sz w:val="20"/>
          <w:szCs w:val="20"/>
        </w:rPr>
        <w:pict w14:anchorId="232F21A7">
          <v:group id="_x0000_s2073" style="position:absolute;margin-left:275pt;margin-top:63.65pt;width:198.45pt;height:11.35pt;z-index:251652608;mso-position-horizontal-relative:margin" coordorigin="7088,6753" coordsize="3969,227">
            <v:line id="_x0000_s2074" style="position:absolute;mso-position-horizontal-relative:margin;mso-position-vertical-relative:page" from="7088,6753" to="11057,6753" o:allowincell="f">
              <v:stroke dashstyle="1 1" endcap="round"/>
            </v:line>
            <v:line id="_x0000_s2075" style="position:absolute;mso-position-horizontal-relative:margin;mso-position-vertical-relative:page" from="7088,6753" to="7088,6980" o:allowincell="f">
              <v:stroke dashstyle="1 1" endcap="round"/>
            </v:line>
            <w10:wrap anchorx="margin"/>
            <w10:anchorlock/>
          </v:group>
        </w:pict>
      </w:r>
      <w:r>
        <w:rPr>
          <w:rFonts w:cs="Arial"/>
          <w:noProof/>
          <w:sz w:val="20"/>
          <w:szCs w:val="20"/>
        </w:rPr>
        <w:pict w14:anchorId="622ACB39">
          <v:group id="_x0000_s2058" style="position:absolute;margin-left:-8.5pt;margin-top:63.65pt;width:198.45pt;height:11.35pt;z-index:251647488;mso-position-horizontal-relative:margin" coordorigin="1418,6753" coordsize="3969,227">
            <v:line id="_x0000_s2059" style="position:absolute;mso-position-horizontal-relative:page;mso-position-vertical-relative:page" from="1418,6753" to="5387,6753" o:allowincell="f">
              <v:stroke dashstyle="1 1" endcap="round"/>
            </v:line>
            <v:line id="_x0000_s2060" style="position:absolute;flip:x;mso-position-horizontal-relative:page;mso-position-vertical-relative:page" from="1418,6753" to="1418,6980" o:allowincell="f">
              <v:stroke dashstyle="1 1" endcap="round"/>
            </v:line>
            <w10:wrap anchorx="margin"/>
            <w10:anchorlock/>
          </v:group>
        </w:pict>
      </w:r>
    </w:p>
    <w:p w14:paraId="74AA59BC" w14:textId="77777777" w:rsidR="006D000E" w:rsidRPr="00DC1D98" w:rsidRDefault="00AB4D14" w:rsidP="006E04CB">
      <w:pPr>
        <w:tabs>
          <w:tab w:val="left" w:pos="5445"/>
        </w:tabs>
        <w:rPr>
          <w:rFonts w:cs="Arial"/>
          <w:b/>
          <w:sz w:val="20"/>
          <w:szCs w:val="20"/>
        </w:rPr>
      </w:pPr>
      <w:r w:rsidRPr="00DC1D98">
        <w:rPr>
          <w:rFonts w:cs="Arial"/>
          <w:b/>
          <w:sz w:val="20"/>
          <w:szCs w:val="20"/>
        </w:rPr>
        <w:t>Bestellung</w:t>
      </w:r>
      <w:r w:rsidR="00154EB4" w:rsidRPr="00DC1D98">
        <w:rPr>
          <w:rFonts w:cs="Arial"/>
          <w:b/>
          <w:sz w:val="20"/>
          <w:szCs w:val="20"/>
        </w:rPr>
        <w:t>/Änderungsauftrag</w:t>
      </w:r>
      <w:r w:rsidR="0058592E" w:rsidRPr="00DC1D98">
        <w:rPr>
          <w:rFonts w:cs="Arial"/>
          <w:b/>
          <w:sz w:val="20"/>
          <w:szCs w:val="20"/>
        </w:rPr>
        <w:t>:</w:t>
      </w:r>
      <w:r w:rsidR="006E04CB" w:rsidRPr="00DC1D98">
        <w:rPr>
          <w:rFonts w:cs="Arial"/>
          <w:b/>
          <w:sz w:val="20"/>
          <w:szCs w:val="20"/>
        </w:rPr>
        <w:tab/>
      </w:r>
      <w:r w:rsidR="00DF4089" w:rsidRPr="00DC1D98">
        <w:rPr>
          <w:rFonts w:cs="Arial"/>
          <w:b/>
          <w:sz w:val="20"/>
          <w:szCs w:val="20"/>
        </w:rPr>
        <w:t>Ihre Bestellnummer:</w:t>
      </w:r>
    </w:p>
    <w:p w14:paraId="46418732" w14:textId="77777777" w:rsidR="00AB4D14" w:rsidRPr="00DC1D98" w:rsidRDefault="00AB4D14">
      <w:pPr>
        <w:rPr>
          <w:rFonts w:cs="Arial"/>
          <w:sz w:val="20"/>
          <w:szCs w:val="20"/>
        </w:rPr>
      </w:pPr>
    </w:p>
    <w:p w14:paraId="5AEC536B" w14:textId="77777777" w:rsidR="006070C2" w:rsidRPr="00DC1D98" w:rsidRDefault="006070C2">
      <w:pPr>
        <w:rPr>
          <w:rFonts w:cs="Arial"/>
          <w:sz w:val="20"/>
          <w:szCs w:val="20"/>
        </w:rPr>
      </w:pPr>
      <w:r w:rsidRPr="00DC1D98">
        <w:rPr>
          <w:rFonts w:cs="Arial"/>
          <w:sz w:val="20"/>
          <w:szCs w:val="20"/>
        </w:rPr>
        <w:t>Sehr geehrte Damen und Herren,</w:t>
      </w:r>
    </w:p>
    <w:p w14:paraId="374909F0" w14:textId="77777777" w:rsidR="006070C2" w:rsidRPr="00DC1D98" w:rsidRDefault="00D968C2" w:rsidP="00D968C2">
      <w:pPr>
        <w:spacing w:before="120"/>
        <w:rPr>
          <w:rFonts w:cs="Arial"/>
          <w:sz w:val="20"/>
          <w:szCs w:val="20"/>
        </w:rPr>
      </w:pPr>
      <w:r w:rsidRPr="00DC1D98">
        <w:rPr>
          <w:rFonts w:cs="Arial"/>
          <w:sz w:val="20"/>
          <w:szCs w:val="20"/>
        </w:rPr>
        <w:t>hiermit bestellen wir</w:t>
      </w:r>
      <w:r w:rsidR="00154EB4" w:rsidRPr="00DC1D98">
        <w:rPr>
          <w:rFonts w:cs="Arial"/>
          <w:sz w:val="20"/>
          <w:szCs w:val="20"/>
        </w:rPr>
        <w:t>:</w:t>
      </w:r>
      <w:r w:rsidRPr="00DC1D98">
        <w:rPr>
          <w:rFonts w:cs="Arial"/>
          <w:sz w:val="20"/>
          <w:szCs w:val="20"/>
        </w:rPr>
        <w:t xml:space="preserve"> </w:t>
      </w:r>
    </w:p>
    <w:tbl>
      <w:tblPr>
        <w:tblW w:w="9240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1"/>
        <w:gridCol w:w="1149"/>
        <w:gridCol w:w="5445"/>
        <w:gridCol w:w="2145"/>
      </w:tblGrid>
      <w:tr w:rsidR="00154EB4" w:rsidRPr="0054517C" w14:paraId="58026337" w14:textId="77777777" w:rsidTr="0054517C">
        <w:trPr>
          <w:trHeight w:val="269"/>
        </w:trPr>
        <w:tc>
          <w:tcPr>
            <w:tcW w:w="501" w:type="dxa"/>
          </w:tcPr>
          <w:p w14:paraId="080EFC68" w14:textId="77777777" w:rsidR="00154EB4" w:rsidRPr="0054517C" w:rsidRDefault="00154EB4" w:rsidP="007130C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49" w:type="dxa"/>
          </w:tcPr>
          <w:p w14:paraId="41F5C872" w14:textId="77777777" w:rsidR="00154EB4" w:rsidRPr="0054517C" w:rsidRDefault="00154EB4" w:rsidP="0054517C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5445" w:type="dxa"/>
          </w:tcPr>
          <w:p w14:paraId="0D178CC4" w14:textId="77777777" w:rsidR="00154EB4" w:rsidRPr="0054517C" w:rsidRDefault="00154EB4" w:rsidP="007130C1">
            <w:pPr>
              <w:rPr>
                <w:rFonts w:cs="Arial"/>
                <w:sz w:val="20"/>
                <w:szCs w:val="20"/>
              </w:rPr>
            </w:pPr>
            <w:r w:rsidRPr="0054517C">
              <w:rPr>
                <w:rFonts w:cs="Arial"/>
                <w:sz w:val="20"/>
                <w:szCs w:val="20"/>
              </w:rPr>
              <w:t xml:space="preserve">Änderung </w:t>
            </w:r>
            <w:proofErr w:type="spellStart"/>
            <w:r w:rsidRPr="0054517C">
              <w:rPr>
                <w:rFonts w:cs="Arial"/>
                <w:sz w:val="20"/>
                <w:szCs w:val="20"/>
              </w:rPr>
              <w:t>Lizenzkey</w:t>
            </w:r>
            <w:proofErr w:type="spellEnd"/>
            <w:r w:rsidRPr="0054517C">
              <w:rPr>
                <w:rFonts w:cs="Arial"/>
                <w:sz w:val="20"/>
                <w:szCs w:val="20"/>
              </w:rPr>
              <w:t xml:space="preserve"> CATIA-Applikationen VW</w:t>
            </w:r>
            <w:r w:rsidR="00EF211E" w:rsidRPr="0054517C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2145" w:type="dxa"/>
            <w:vMerge w:val="restart"/>
          </w:tcPr>
          <w:p w14:paraId="5B7FFC64" w14:textId="77777777" w:rsidR="00154EB4" w:rsidRPr="0054517C" w:rsidRDefault="00154EB4" w:rsidP="00FE0064">
            <w:pPr>
              <w:rPr>
                <w:rFonts w:cs="Arial"/>
                <w:sz w:val="20"/>
                <w:szCs w:val="20"/>
              </w:rPr>
            </w:pPr>
            <w:r w:rsidRPr="0054517C">
              <w:rPr>
                <w:rFonts w:cs="Arial"/>
                <w:sz w:val="20"/>
                <w:szCs w:val="20"/>
              </w:rPr>
              <w:t>Preis   195,00 €</w:t>
            </w:r>
            <w:r w:rsidR="0077035A" w:rsidRPr="0054517C">
              <w:rPr>
                <w:rFonts w:cs="Arial"/>
                <w:sz w:val="20"/>
                <w:szCs w:val="20"/>
              </w:rPr>
              <w:t xml:space="preserve"> netto</w:t>
            </w:r>
          </w:p>
        </w:tc>
      </w:tr>
      <w:tr w:rsidR="00154EB4" w:rsidRPr="0054517C" w14:paraId="1FC07D65" w14:textId="77777777" w:rsidTr="0054517C">
        <w:trPr>
          <w:trHeight w:val="269"/>
        </w:trPr>
        <w:tc>
          <w:tcPr>
            <w:tcW w:w="501" w:type="dxa"/>
          </w:tcPr>
          <w:p w14:paraId="6EA51B7B" w14:textId="77777777" w:rsidR="00154EB4" w:rsidRPr="0054517C" w:rsidRDefault="00154EB4" w:rsidP="00B47AE9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49" w:type="dxa"/>
          </w:tcPr>
          <w:p w14:paraId="4F1C2A1B" w14:textId="77777777" w:rsidR="00154EB4" w:rsidRPr="0054517C" w:rsidRDefault="00154EB4" w:rsidP="0054517C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5445" w:type="dxa"/>
          </w:tcPr>
          <w:p w14:paraId="0688215C" w14:textId="77777777" w:rsidR="00154EB4" w:rsidRPr="0054517C" w:rsidRDefault="00EF211E" w:rsidP="00B47AE9">
            <w:pPr>
              <w:rPr>
                <w:rFonts w:cs="Arial"/>
                <w:sz w:val="20"/>
                <w:szCs w:val="20"/>
              </w:rPr>
            </w:pPr>
            <w:r w:rsidRPr="0054517C">
              <w:rPr>
                <w:rFonts w:cs="Arial"/>
                <w:sz w:val="20"/>
                <w:szCs w:val="20"/>
              </w:rPr>
              <w:t xml:space="preserve">Änderung </w:t>
            </w:r>
            <w:proofErr w:type="spellStart"/>
            <w:r w:rsidRPr="0054517C">
              <w:rPr>
                <w:rFonts w:cs="Arial"/>
                <w:sz w:val="20"/>
                <w:szCs w:val="20"/>
              </w:rPr>
              <w:t>Lizenzkey</w:t>
            </w:r>
            <w:proofErr w:type="spellEnd"/>
            <w:r w:rsidRPr="0054517C">
              <w:rPr>
                <w:rFonts w:cs="Arial"/>
                <w:sz w:val="20"/>
                <w:szCs w:val="20"/>
              </w:rPr>
              <w:t xml:space="preserve"> VX1</w:t>
            </w:r>
          </w:p>
        </w:tc>
        <w:tc>
          <w:tcPr>
            <w:tcW w:w="2145" w:type="dxa"/>
            <w:vMerge/>
          </w:tcPr>
          <w:p w14:paraId="2F7467D7" w14:textId="77777777" w:rsidR="00154EB4" w:rsidRPr="0054517C" w:rsidRDefault="00154EB4" w:rsidP="00B47AE9">
            <w:pPr>
              <w:rPr>
                <w:rFonts w:cs="Arial"/>
                <w:sz w:val="20"/>
                <w:szCs w:val="20"/>
              </w:rPr>
            </w:pPr>
          </w:p>
        </w:tc>
      </w:tr>
      <w:tr w:rsidR="00154EB4" w:rsidRPr="0054517C" w14:paraId="3DCC9D8B" w14:textId="77777777" w:rsidTr="0054517C">
        <w:trPr>
          <w:trHeight w:val="293"/>
        </w:trPr>
        <w:tc>
          <w:tcPr>
            <w:tcW w:w="1650" w:type="dxa"/>
            <w:gridSpan w:val="2"/>
          </w:tcPr>
          <w:p w14:paraId="369760D0" w14:textId="77777777" w:rsidR="00154EB4" w:rsidRPr="0054517C" w:rsidRDefault="00154EB4" w:rsidP="0054517C">
            <w:pPr>
              <w:jc w:val="both"/>
              <w:rPr>
                <w:rFonts w:cs="Arial"/>
                <w:sz w:val="20"/>
                <w:szCs w:val="20"/>
              </w:rPr>
            </w:pPr>
            <w:r w:rsidRPr="0054517C">
              <w:rPr>
                <w:rFonts w:cs="Arial"/>
                <w:sz w:val="20"/>
                <w:szCs w:val="20"/>
              </w:rPr>
              <w:t>Bemerkungen</w:t>
            </w:r>
          </w:p>
        </w:tc>
        <w:tc>
          <w:tcPr>
            <w:tcW w:w="7590" w:type="dxa"/>
            <w:gridSpan w:val="2"/>
          </w:tcPr>
          <w:p w14:paraId="6869CC39" w14:textId="77777777" w:rsidR="00154EB4" w:rsidRPr="0054517C" w:rsidRDefault="00154EB4" w:rsidP="00FE0064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6DC4BA7B" w14:textId="77777777" w:rsidR="00154EB4" w:rsidRPr="00DC1D98" w:rsidRDefault="00154EB4" w:rsidP="008D0F45">
      <w:pPr>
        <w:spacing w:line="300" w:lineRule="atLeast"/>
        <w:rPr>
          <w:rFonts w:cs="Arial"/>
          <w:sz w:val="20"/>
          <w:szCs w:val="20"/>
        </w:rPr>
      </w:pPr>
      <w:r w:rsidRPr="00DC1D98">
        <w:rPr>
          <w:rFonts w:cs="Arial"/>
          <w:sz w:val="20"/>
          <w:szCs w:val="20"/>
        </w:rPr>
        <w:t xml:space="preserve">Details und </w:t>
      </w:r>
      <w:r w:rsidR="008955A2">
        <w:rPr>
          <w:rFonts w:cs="Arial"/>
          <w:sz w:val="20"/>
          <w:szCs w:val="20"/>
        </w:rPr>
        <w:t xml:space="preserve">Lizenz Erstellungs- und </w:t>
      </w:r>
      <w:r w:rsidRPr="00DC1D98">
        <w:rPr>
          <w:rFonts w:cs="Arial"/>
          <w:sz w:val="20"/>
          <w:szCs w:val="20"/>
        </w:rPr>
        <w:t>Deinstallationsbestätigung auf Seite 2</w:t>
      </w:r>
    </w:p>
    <w:p w14:paraId="2F32EA7C" w14:textId="77777777" w:rsidR="00154EB4" w:rsidRPr="00DC1D98" w:rsidRDefault="00154EB4" w:rsidP="008D0F45">
      <w:pPr>
        <w:spacing w:line="300" w:lineRule="atLeast"/>
        <w:rPr>
          <w:rFonts w:cs="Arial"/>
          <w:sz w:val="20"/>
          <w:szCs w:val="20"/>
        </w:rPr>
      </w:pPr>
    </w:p>
    <w:p w14:paraId="4F5A5CCE" w14:textId="77777777" w:rsidR="008D0F45" w:rsidRPr="00DC1D98" w:rsidRDefault="008D0F45" w:rsidP="008D0F45">
      <w:pPr>
        <w:spacing w:line="300" w:lineRule="atLeast"/>
        <w:rPr>
          <w:rFonts w:cs="Arial"/>
          <w:sz w:val="20"/>
          <w:szCs w:val="20"/>
        </w:rPr>
      </w:pPr>
      <w:r w:rsidRPr="00DC1D98">
        <w:rPr>
          <w:rFonts w:cs="Arial"/>
          <w:sz w:val="20"/>
          <w:szCs w:val="20"/>
        </w:rPr>
        <w:t>Rechnungsanschrift:</w:t>
      </w:r>
    </w:p>
    <w:tbl>
      <w:tblPr>
        <w:tblW w:w="4940" w:type="pct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57"/>
        <w:gridCol w:w="3351"/>
        <w:gridCol w:w="872"/>
        <w:gridCol w:w="13"/>
        <w:gridCol w:w="17"/>
        <w:gridCol w:w="2231"/>
      </w:tblGrid>
      <w:tr w:rsidR="00177722" w:rsidRPr="0054517C" w14:paraId="4657D1B1" w14:textId="77777777" w:rsidTr="0054517C">
        <w:tc>
          <w:tcPr>
            <w:tcW w:w="1492" w:type="pct"/>
          </w:tcPr>
          <w:p w14:paraId="58A728CB" w14:textId="77777777" w:rsidR="00177722" w:rsidRPr="0054517C" w:rsidRDefault="00177722" w:rsidP="0054517C">
            <w:pPr>
              <w:spacing w:line="300" w:lineRule="atLeast"/>
              <w:rPr>
                <w:rFonts w:cs="Arial"/>
                <w:sz w:val="20"/>
                <w:szCs w:val="20"/>
              </w:rPr>
            </w:pPr>
            <w:r w:rsidRPr="0054517C">
              <w:rPr>
                <w:rFonts w:cs="Arial"/>
                <w:sz w:val="20"/>
                <w:szCs w:val="20"/>
              </w:rPr>
              <w:t>Firma</w:t>
            </w:r>
          </w:p>
        </w:tc>
        <w:tc>
          <w:tcPr>
            <w:tcW w:w="3508" w:type="pct"/>
            <w:gridSpan w:val="5"/>
          </w:tcPr>
          <w:p w14:paraId="1FD4EB69" w14:textId="77777777" w:rsidR="00177722" w:rsidRPr="0054517C" w:rsidRDefault="00177722" w:rsidP="0054517C">
            <w:pPr>
              <w:spacing w:line="300" w:lineRule="atLeast"/>
              <w:rPr>
                <w:rFonts w:cs="Arial"/>
                <w:sz w:val="20"/>
                <w:szCs w:val="20"/>
              </w:rPr>
            </w:pPr>
          </w:p>
        </w:tc>
      </w:tr>
      <w:tr w:rsidR="00177722" w:rsidRPr="0054517C" w14:paraId="17965506" w14:textId="77777777" w:rsidTr="0054517C">
        <w:tc>
          <w:tcPr>
            <w:tcW w:w="1492" w:type="pct"/>
          </w:tcPr>
          <w:p w14:paraId="32145622" w14:textId="77777777" w:rsidR="00177722" w:rsidRPr="0054517C" w:rsidRDefault="00177722" w:rsidP="0054517C">
            <w:pPr>
              <w:spacing w:line="300" w:lineRule="atLeast"/>
              <w:rPr>
                <w:rFonts w:cs="Arial"/>
                <w:sz w:val="20"/>
                <w:szCs w:val="20"/>
              </w:rPr>
            </w:pPr>
            <w:r w:rsidRPr="0054517C">
              <w:rPr>
                <w:rFonts w:cs="Arial"/>
                <w:sz w:val="20"/>
                <w:szCs w:val="20"/>
              </w:rPr>
              <w:t>Straße</w:t>
            </w:r>
          </w:p>
        </w:tc>
        <w:tc>
          <w:tcPr>
            <w:tcW w:w="3508" w:type="pct"/>
            <w:gridSpan w:val="5"/>
          </w:tcPr>
          <w:p w14:paraId="5139203B" w14:textId="77777777" w:rsidR="00177722" w:rsidRPr="0054517C" w:rsidRDefault="00177722" w:rsidP="0054517C">
            <w:pPr>
              <w:spacing w:line="300" w:lineRule="atLeast"/>
              <w:rPr>
                <w:rFonts w:cs="Arial"/>
                <w:sz w:val="20"/>
                <w:szCs w:val="20"/>
              </w:rPr>
            </w:pPr>
          </w:p>
        </w:tc>
      </w:tr>
      <w:tr w:rsidR="00177722" w:rsidRPr="0054517C" w14:paraId="2D081606" w14:textId="77777777" w:rsidTr="0054517C">
        <w:tc>
          <w:tcPr>
            <w:tcW w:w="1492" w:type="pct"/>
          </w:tcPr>
          <w:p w14:paraId="7D4875A2" w14:textId="77777777" w:rsidR="00177722" w:rsidRPr="0054517C" w:rsidRDefault="001C6661" w:rsidP="0054517C">
            <w:pPr>
              <w:spacing w:line="300" w:lineRule="atLeast"/>
              <w:rPr>
                <w:rFonts w:cs="Arial"/>
                <w:sz w:val="20"/>
                <w:szCs w:val="20"/>
              </w:rPr>
            </w:pPr>
            <w:r w:rsidRPr="0054517C">
              <w:rPr>
                <w:rFonts w:cs="Arial"/>
                <w:sz w:val="20"/>
                <w:szCs w:val="20"/>
              </w:rPr>
              <w:t>Ort</w:t>
            </w:r>
          </w:p>
        </w:tc>
        <w:tc>
          <w:tcPr>
            <w:tcW w:w="1813" w:type="pct"/>
          </w:tcPr>
          <w:p w14:paraId="5FD5B95E" w14:textId="77777777" w:rsidR="00177722" w:rsidRPr="0054517C" w:rsidRDefault="00177722" w:rsidP="0054517C">
            <w:pPr>
              <w:spacing w:line="30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472" w:type="pct"/>
          </w:tcPr>
          <w:p w14:paraId="25352C2F" w14:textId="77777777" w:rsidR="00177722" w:rsidRPr="0054517C" w:rsidRDefault="001C6661" w:rsidP="0054517C">
            <w:pPr>
              <w:spacing w:line="300" w:lineRule="atLeast"/>
              <w:rPr>
                <w:rFonts w:cs="Arial"/>
                <w:sz w:val="20"/>
                <w:szCs w:val="20"/>
              </w:rPr>
            </w:pPr>
            <w:r w:rsidRPr="0054517C">
              <w:rPr>
                <w:rFonts w:cs="Arial"/>
                <w:sz w:val="20"/>
                <w:szCs w:val="20"/>
              </w:rPr>
              <w:t>PLZ</w:t>
            </w:r>
          </w:p>
        </w:tc>
        <w:tc>
          <w:tcPr>
            <w:tcW w:w="1223" w:type="pct"/>
            <w:gridSpan w:val="3"/>
          </w:tcPr>
          <w:p w14:paraId="03ECC32C" w14:textId="77777777" w:rsidR="00177722" w:rsidRPr="0054517C" w:rsidRDefault="00177722" w:rsidP="0054517C">
            <w:pPr>
              <w:spacing w:line="300" w:lineRule="atLeast"/>
              <w:rPr>
                <w:rFonts w:cs="Arial"/>
                <w:sz w:val="20"/>
                <w:szCs w:val="20"/>
              </w:rPr>
            </w:pPr>
          </w:p>
        </w:tc>
      </w:tr>
      <w:tr w:rsidR="00177722" w:rsidRPr="0054517C" w14:paraId="5E08163E" w14:textId="77777777" w:rsidTr="0054517C">
        <w:trPr>
          <w:trHeight w:val="285"/>
        </w:trPr>
        <w:tc>
          <w:tcPr>
            <w:tcW w:w="1492" w:type="pct"/>
          </w:tcPr>
          <w:p w14:paraId="2A41B002" w14:textId="77777777" w:rsidR="00177722" w:rsidRPr="0054517C" w:rsidRDefault="00177722" w:rsidP="0054517C">
            <w:pPr>
              <w:spacing w:line="300" w:lineRule="atLeast"/>
              <w:rPr>
                <w:rFonts w:cs="Arial"/>
                <w:sz w:val="20"/>
                <w:szCs w:val="20"/>
              </w:rPr>
            </w:pPr>
            <w:r w:rsidRPr="0054517C">
              <w:rPr>
                <w:rFonts w:cs="Arial"/>
                <w:sz w:val="20"/>
                <w:szCs w:val="20"/>
              </w:rPr>
              <w:t>Umsatzsteuer ID</w:t>
            </w:r>
          </w:p>
        </w:tc>
        <w:tc>
          <w:tcPr>
            <w:tcW w:w="3508" w:type="pct"/>
            <w:gridSpan w:val="5"/>
          </w:tcPr>
          <w:p w14:paraId="350A0FAC" w14:textId="77777777" w:rsidR="00177722" w:rsidRPr="0054517C" w:rsidRDefault="00177722" w:rsidP="0054517C">
            <w:pPr>
              <w:spacing w:line="300" w:lineRule="atLeast"/>
              <w:rPr>
                <w:rFonts w:cs="Arial"/>
                <w:sz w:val="20"/>
                <w:szCs w:val="20"/>
              </w:rPr>
            </w:pPr>
          </w:p>
        </w:tc>
      </w:tr>
      <w:tr w:rsidR="00177722" w:rsidRPr="0054517C" w14:paraId="1607DE12" w14:textId="77777777" w:rsidTr="0054517C">
        <w:tc>
          <w:tcPr>
            <w:tcW w:w="1492" w:type="pct"/>
          </w:tcPr>
          <w:p w14:paraId="774A43C7" w14:textId="77777777" w:rsidR="00177722" w:rsidRPr="0054517C" w:rsidRDefault="00177722" w:rsidP="0054517C">
            <w:pPr>
              <w:spacing w:line="300" w:lineRule="atLeast"/>
              <w:rPr>
                <w:rFonts w:cs="Arial"/>
                <w:sz w:val="20"/>
                <w:szCs w:val="20"/>
              </w:rPr>
            </w:pPr>
            <w:r w:rsidRPr="0054517C">
              <w:rPr>
                <w:rFonts w:cs="Arial"/>
                <w:sz w:val="20"/>
                <w:szCs w:val="20"/>
              </w:rPr>
              <w:t>Kaufmänn</w:t>
            </w:r>
            <w:r w:rsidR="00EA3783" w:rsidRPr="0054517C">
              <w:rPr>
                <w:rFonts w:cs="Arial"/>
                <w:sz w:val="20"/>
                <w:szCs w:val="20"/>
              </w:rPr>
              <w:t>ischer</w:t>
            </w:r>
            <w:r w:rsidRPr="0054517C">
              <w:rPr>
                <w:rFonts w:cs="Arial"/>
                <w:sz w:val="20"/>
                <w:szCs w:val="20"/>
              </w:rPr>
              <w:t xml:space="preserve"> Ansprechpartner</w:t>
            </w:r>
          </w:p>
        </w:tc>
        <w:tc>
          <w:tcPr>
            <w:tcW w:w="1813" w:type="pct"/>
          </w:tcPr>
          <w:p w14:paraId="771721C6" w14:textId="77777777" w:rsidR="00177722" w:rsidRPr="0054517C" w:rsidRDefault="00177722" w:rsidP="0054517C">
            <w:pPr>
              <w:spacing w:line="30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479" w:type="pct"/>
            <w:gridSpan w:val="2"/>
          </w:tcPr>
          <w:p w14:paraId="4D77AC21" w14:textId="77777777" w:rsidR="00177722" w:rsidRPr="0054517C" w:rsidRDefault="00177722" w:rsidP="0054517C">
            <w:pPr>
              <w:spacing w:line="300" w:lineRule="atLeast"/>
              <w:rPr>
                <w:rFonts w:cs="Arial"/>
                <w:sz w:val="20"/>
                <w:szCs w:val="20"/>
              </w:rPr>
            </w:pPr>
            <w:r w:rsidRPr="0054517C">
              <w:rPr>
                <w:rFonts w:cs="Arial"/>
                <w:sz w:val="20"/>
                <w:szCs w:val="20"/>
              </w:rPr>
              <w:t>Telefon</w:t>
            </w:r>
          </w:p>
        </w:tc>
        <w:tc>
          <w:tcPr>
            <w:tcW w:w="1216" w:type="pct"/>
            <w:gridSpan w:val="2"/>
          </w:tcPr>
          <w:p w14:paraId="031349EE" w14:textId="77777777" w:rsidR="00177722" w:rsidRPr="0054517C" w:rsidRDefault="00177722" w:rsidP="0054517C">
            <w:pPr>
              <w:spacing w:line="300" w:lineRule="atLeast"/>
              <w:rPr>
                <w:rFonts w:cs="Arial"/>
                <w:sz w:val="20"/>
                <w:szCs w:val="20"/>
              </w:rPr>
            </w:pPr>
          </w:p>
        </w:tc>
      </w:tr>
      <w:tr w:rsidR="00177722" w:rsidRPr="0054517C" w14:paraId="4F043E43" w14:textId="77777777" w:rsidTr="0054517C">
        <w:tc>
          <w:tcPr>
            <w:tcW w:w="1492" w:type="pct"/>
          </w:tcPr>
          <w:p w14:paraId="46DF0B45" w14:textId="77777777" w:rsidR="00177722" w:rsidRPr="0054517C" w:rsidRDefault="00177722" w:rsidP="0054517C">
            <w:pPr>
              <w:spacing w:line="300" w:lineRule="atLeast"/>
              <w:rPr>
                <w:rFonts w:cs="Arial"/>
                <w:sz w:val="20"/>
                <w:szCs w:val="20"/>
              </w:rPr>
            </w:pPr>
            <w:r w:rsidRPr="0054517C">
              <w:rPr>
                <w:rFonts w:cs="Arial"/>
                <w:sz w:val="20"/>
                <w:szCs w:val="20"/>
              </w:rPr>
              <w:t>e-mail</w:t>
            </w:r>
          </w:p>
        </w:tc>
        <w:tc>
          <w:tcPr>
            <w:tcW w:w="1813" w:type="pct"/>
          </w:tcPr>
          <w:p w14:paraId="75C01F6B" w14:textId="77777777" w:rsidR="00177722" w:rsidRPr="0054517C" w:rsidRDefault="00177722" w:rsidP="0054517C">
            <w:pPr>
              <w:spacing w:line="30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479" w:type="pct"/>
            <w:gridSpan w:val="2"/>
          </w:tcPr>
          <w:p w14:paraId="66824567" w14:textId="77777777" w:rsidR="00177722" w:rsidRPr="0054517C" w:rsidRDefault="00177722" w:rsidP="0054517C">
            <w:pPr>
              <w:spacing w:line="300" w:lineRule="atLeast"/>
              <w:rPr>
                <w:rFonts w:cs="Arial"/>
                <w:sz w:val="20"/>
                <w:szCs w:val="20"/>
              </w:rPr>
            </w:pPr>
            <w:r w:rsidRPr="0054517C">
              <w:rPr>
                <w:rFonts w:cs="Arial"/>
                <w:sz w:val="20"/>
                <w:szCs w:val="20"/>
              </w:rPr>
              <w:t>Fax</w:t>
            </w:r>
          </w:p>
        </w:tc>
        <w:tc>
          <w:tcPr>
            <w:tcW w:w="1216" w:type="pct"/>
            <w:gridSpan w:val="2"/>
          </w:tcPr>
          <w:p w14:paraId="2EAD723C" w14:textId="77777777" w:rsidR="00177722" w:rsidRPr="0054517C" w:rsidRDefault="00177722" w:rsidP="0054517C">
            <w:pPr>
              <w:spacing w:line="300" w:lineRule="atLeast"/>
              <w:rPr>
                <w:rFonts w:cs="Arial"/>
                <w:sz w:val="20"/>
                <w:szCs w:val="20"/>
              </w:rPr>
            </w:pPr>
          </w:p>
        </w:tc>
      </w:tr>
      <w:tr w:rsidR="00CB7440" w:rsidRPr="0054517C" w14:paraId="6A50AA1D" w14:textId="77777777" w:rsidTr="0054517C">
        <w:tc>
          <w:tcPr>
            <w:tcW w:w="1492" w:type="pct"/>
          </w:tcPr>
          <w:p w14:paraId="70D581B4" w14:textId="77777777" w:rsidR="00CB7440" w:rsidRPr="0054517C" w:rsidRDefault="00EA3783" w:rsidP="0054517C">
            <w:pPr>
              <w:spacing w:line="300" w:lineRule="atLeast"/>
              <w:rPr>
                <w:rFonts w:cs="Arial"/>
                <w:sz w:val="20"/>
                <w:szCs w:val="20"/>
              </w:rPr>
            </w:pPr>
            <w:r w:rsidRPr="0054517C">
              <w:rPr>
                <w:rFonts w:cs="Arial"/>
                <w:sz w:val="20"/>
                <w:szCs w:val="20"/>
              </w:rPr>
              <w:t>Admin/</w:t>
            </w:r>
            <w:r w:rsidR="00CB7440" w:rsidRPr="0054517C">
              <w:rPr>
                <w:rFonts w:cs="Arial"/>
                <w:sz w:val="20"/>
                <w:szCs w:val="20"/>
              </w:rPr>
              <w:t>Techn</w:t>
            </w:r>
            <w:r w:rsidRPr="0054517C">
              <w:rPr>
                <w:rFonts w:cs="Arial"/>
                <w:sz w:val="20"/>
                <w:szCs w:val="20"/>
              </w:rPr>
              <w:t>ischer</w:t>
            </w:r>
            <w:r w:rsidR="00CB7440" w:rsidRPr="0054517C">
              <w:rPr>
                <w:rFonts w:cs="Arial"/>
                <w:sz w:val="20"/>
                <w:szCs w:val="20"/>
              </w:rPr>
              <w:t xml:space="preserve"> Ansprechpartner</w:t>
            </w:r>
          </w:p>
        </w:tc>
        <w:tc>
          <w:tcPr>
            <w:tcW w:w="1813" w:type="pct"/>
          </w:tcPr>
          <w:p w14:paraId="49DDCFC6" w14:textId="77777777" w:rsidR="00CB7440" w:rsidRPr="0054517C" w:rsidRDefault="00CB7440" w:rsidP="0054517C">
            <w:pPr>
              <w:spacing w:line="30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488" w:type="pct"/>
            <w:gridSpan w:val="3"/>
          </w:tcPr>
          <w:p w14:paraId="5D78C2A8" w14:textId="77777777" w:rsidR="00CB7440" w:rsidRPr="0054517C" w:rsidRDefault="00CB7440" w:rsidP="0054517C">
            <w:pPr>
              <w:spacing w:line="300" w:lineRule="atLeast"/>
              <w:rPr>
                <w:rFonts w:cs="Arial"/>
                <w:sz w:val="20"/>
                <w:szCs w:val="20"/>
              </w:rPr>
            </w:pPr>
            <w:r w:rsidRPr="0054517C">
              <w:rPr>
                <w:rFonts w:cs="Arial"/>
                <w:sz w:val="20"/>
                <w:szCs w:val="20"/>
              </w:rPr>
              <w:t>Telefon</w:t>
            </w:r>
          </w:p>
        </w:tc>
        <w:tc>
          <w:tcPr>
            <w:tcW w:w="1207" w:type="pct"/>
          </w:tcPr>
          <w:p w14:paraId="7CD09E2A" w14:textId="77777777" w:rsidR="00CB7440" w:rsidRPr="0054517C" w:rsidRDefault="00CB7440" w:rsidP="0054517C">
            <w:pPr>
              <w:spacing w:line="300" w:lineRule="atLeast"/>
              <w:rPr>
                <w:rFonts w:cs="Arial"/>
                <w:sz w:val="20"/>
                <w:szCs w:val="20"/>
              </w:rPr>
            </w:pPr>
          </w:p>
        </w:tc>
      </w:tr>
      <w:tr w:rsidR="00CB7440" w:rsidRPr="0054517C" w14:paraId="701221EF" w14:textId="77777777" w:rsidTr="0054517C">
        <w:tc>
          <w:tcPr>
            <w:tcW w:w="1492" w:type="pct"/>
          </w:tcPr>
          <w:p w14:paraId="339B1A4A" w14:textId="77777777" w:rsidR="00CB7440" w:rsidRPr="0054517C" w:rsidRDefault="00CB7440" w:rsidP="0054517C">
            <w:pPr>
              <w:spacing w:line="300" w:lineRule="atLeast"/>
              <w:rPr>
                <w:rFonts w:cs="Arial"/>
                <w:sz w:val="20"/>
                <w:szCs w:val="20"/>
              </w:rPr>
            </w:pPr>
            <w:r w:rsidRPr="0054517C">
              <w:rPr>
                <w:rFonts w:cs="Arial"/>
                <w:sz w:val="20"/>
                <w:szCs w:val="20"/>
              </w:rPr>
              <w:t>e-mail</w:t>
            </w:r>
          </w:p>
        </w:tc>
        <w:tc>
          <w:tcPr>
            <w:tcW w:w="1813" w:type="pct"/>
          </w:tcPr>
          <w:p w14:paraId="604C571B" w14:textId="77777777" w:rsidR="00CB7440" w:rsidRPr="0054517C" w:rsidRDefault="00CB7440" w:rsidP="0054517C">
            <w:pPr>
              <w:spacing w:line="30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488" w:type="pct"/>
            <w:gridSpan w:val="3"/>
          </w:tcPr>
          <w:p w14:paraId="6BB698EC" w14:textId="77777777" w:rsidR="00CB7440" w:rsidRPr="0054517C" w:rsidRDefault="00CB7440" w:rsidP="0054517C">
            <w:pPr>
              <w:spacing w:line="300" w:lineRule="atLeast"/>
              <w:rPr>
                <w:rFonts w:cs="Arial"/>
                <w:sz w:val="20"/>
                <w:szCs w:val="20"/>
              </w:rPr>
            </w:pPr>
            <w:r w:rsidRPr="0054517C">
              <w:rPr>
                <w:rFonts w:cs="Arial"/>
                <w:sz w:val="20"/>
                <w:szCs w:val="20"/>
              </w:rPr>
              <w:t>Fax</w:t>
            </w:r>
          </w:p>
        </w:tc>
        <w:tc>
          <w:tcPr>
            <w:tcW w:w="1207" w:type="pct"/>
          </w:tcPr>
          <w:p w14:paraId="57158813" w14:textId="77777777" w:rsidR="00CB7440" w:rsidRPr="0054517C" w:rsidRDefault="00CB7440" w:rsidP="0054517C">
            <w:pPr>
              <w:spacing w:line="300" w:lineRule="atLeast"/>
              <w:rPr>
                <w:rFonts w:cs="Arial"/>
                <w:sz w:val="20"/>
                <w:szCs w:val="20"/>
              </w:rPr>
            </w:pPr>
          </w:p>
        </w:tc>
      </w:tr>
    </w:tbl>
    <w:p w14:paraId="02ACB049" w14:textId="77777777" w:rsidR="00154EB4" w:rsidRPr="00DC1D98" w:rsidRDefault="00154EB4" w:rsidP="008D0F45">
      <w:pPr>
        <w:autoSpaceDE w:val="0"/>
        <w:autoSpaceDN w:val="0"/>
        <w:adjustRightInd w:val="0"/>
        <w:spacing w:before="120" w:line="240" w:lineRule="auto"/>
        <w:rPr>
          <w:rFonts w:cs="Arial"/>
          <w:sz w:val="20"/>
          <w:szCs w:val="20"/>
        </w:rPr>
      </w:pPr>
    </w:p>
    <w:p w14:paraId="35F387B5" w14:textId="77777777" w:rsidR="008D0F45" w:rsidRDefault="008D0F45" w:rsidP="008D0F45">
      <w:pPr>
        <w:autoSpaceDE w:val="0"/>
        <w:autoSpaceDN w:val="0"/>
        <w:adjustRightInd w:val="0"/>
        <w:spacing w:before="120" w:line="240" w:lineRule="auto"/>
        <w:rPr>
          <w:rFonts w:cs="Arial"/>
          <w:sz w:val="20"/>
          <w:szCs w:val="20"/>
        </w:rPr>
      </w:pPr>
      <w:r w:rsidRPr="00DC1D98">
        <w:rPr>
          <w:rFonts w:cs="Arial"/>
          <w:sz w:val="20"/>
          <w:szCs w:val="20"/>
        </w:rPr>
        <w:t xml:space="preserve">Es gelten die Allgemeinen Geschäftsbedingungen der T-Systems </w:t>
      </w:r>
      <w:r w:rsidR="00D65DF1">
        <w:rPr>
          <w:rFonts w:cs="Arial"/>
          <w:sz w:val="20"/>
          <w:szCs w:val="20"/>
        </w:rPr>
        <w:t>International</w:t>
      </w:r>
      <w:r w:rsidRPr="00DC1D98">
        <w:rPr>
          <w:rFonts w:cs="Arial"/>
          <w:sz w:val="20"/>
          <w:szCs w:val="20"/>
        </w:rPr>
        <w:t xml:space="preserve"> GmbH.</w:t>
      </w:r>
    </w:p>
    <w:p w14:paraId="5AAA0485" w14:textId="77777777" w:rsidR="008D0F45" w:rsidRPr="00DC1D98" w:rsidRDefault="008D0F45" w:rsidP="008D0F45">
      <w:pPr>
        <w:rPr>
          <w:rFonts w:cs="Arial"/>
          <w:sz w:val="20"/>
          <w:szCs w:val="20"/>
        </w:rPr>
      </w:pPr>
    </w:p>
    <w:p w14:paraId="477C4406" w14:textId="77777777" w:rsidR="008D0F45" w:rsidRPr="00DC1D98" w:rsidRDefault="008D0F45" w:rsidP="008D0F45">
      <w:pPr>
        <w:rPr>
          <w:rFonts w:cs="Arial"/>
          <w:sz w:val="20"/>
          <w:szCs w:val="20"/>
        </w:rPr>
      </w:pPr>
      <w:r w:rsidRPr="00DC1D98">
        <w:rPr>
          <w:rFonts w:cs="Arial"/>
          <w:sz w:val="20"/>
          <w:szCs w:val="20"/>
        </w:rPr>
        <w:t>Mit freundlichen Grüßen</w:t>
      </w:r>
    </w:p>
    <w:p w14:paraId="054A6EA1" w14:textId="77777777" w:rsidR="008D0F45" w:rsidRPr="00DC1D98" w:rsidRDefault="008D0F45" w:rsidP="008D0F45">
      <w:pPr>
        <w:spacing w:before="120"/>
        <w:rPr>
          <w:rFonts w:cs="Arial"/>
          <w:sz w:val="20"/>
          <w:szCs w:val="20"/>
        </w:rPr>
      </w:pPr>
      <w:r w:rsidRPr="00DC1D98">
        <w:rPr>
          <w:rFonts w:cs="Arial"/>
          <w:sz w:val="20"/>
          <w:szCs w:val="20"/>
        </w:rPr>
        <w:t>Datum: __</w:t>
      </w:r>
      <w:proofErr w:type="gramStart"/>
      <w:r w:rsidRPr="00DC1D98">
        <w:rPr>
          <w:rFonts w:cs="Arial"/>
          <w:sz w:val="20"/>
          <w:szCs w:val="20"/>
        </w:rPr>
        <w:t>_._</w:t>
      </w:r>
      <w:proofErr w:type="gramEnd"/>
      <w:r w:rsidRPr="00DC1D98">
        <w:rPr>
          <w:rFonts w:cs="Arial"/>
          <w:sz w:val="20"/>
          <w:szCs w:val="20"/>
        </w:rPr>
        <w:t>__.______</w:t>
      </w:r>
    </w:p>
    <w:p w14:paraId="1382BECE" w14:textId="77777777" w:rsidR="008D0F45" w:rsidRPr="00DC1D98" w:rsidRDefault="008D0F45" w:rsidP="008D0F45">
      <w:pPr>
        <w:rPr>
          <w:rFonts w:cs="Arial"/>
          <w:sz w:val="20"/>
          <w:szCs w:val="20"/>
        </w:rPr>
      </w:pPr>
    </w:p>
    <w:p w14:paraId="19DE8DAD" w14:textId="77777777" w:rsidR="008D0F45" w:rsidRPr="00DC1D98" w:rsidRDefault="008D0F45" w:rsidP="008D0F45">
      <w:pPr>
        <w:rPr>
          <w:rFonts w:cs="Arial"/>
          <w:sz w:val="20"/>
          <w:szCs w:val="20"/>
        </w:rPr>
      </w:pPr>
      <w:r w:rsidRPr="00DC1D98">
        <w:rPr>
          <w:rFonts w:cs="Arial"/>
          <w:sz w:val="20"/>
          <w:szCs w:val="20"/>
        </w:rPr>
        <w:t>___________________________________________</w:t>
      </w:r>
    </w:p>
    <w:p w14:paraId="09EDD91A" w14:textId="77777777" w:rsidR="008D0F45" w:rsidRPr="00DC1D98" w:rsidRDefault="008D0F45" w:rsidP="008D0F45">
      <w:pPr>
        <w:rPr>
          <w:rFonts w:cs="Arial"/>
          <w:sz w:val="20"/>
          <w:szCs w:val="20"/>
        </w:rPr>
      </w:pPr>
      <w:r w:rsidRPr="00DC1D98">
        <w:rPr>
          <w:rFonts w:cs="Arial"/>
          <w:sz w:val="20"/>
          <w:szCs w:val="20"/>
        </w:rPr>
        <w:t>(Stempel, Unterschrift)</w:t>
      </w:r>
    </w:p>
    <w:p w14:paraId="04AE7737" w14:textId="77777777" w:rsidR="00154EB4" w:rsidRPr="00DC1D98" w:rsidRDefault="00154EB4" w:rsidP="008D0F45">
      <w:pPr>
        <w:rPr>
          <w:rFonts w:cs="Arial"/>
          <w:sz w:val="20"/>
          <w:szCs w:val="20"/>
        </w:rPr>
      </w:pPr>
    </w:p>
    <w:p w14:paraId="3420385F" w14:textId="77777777" w:rsidR="00154EB4" w:rsidRPr="00DC1D98" w:rsidRDefault="00154EB4" w:rsidP="008D0F45">
      <w:pPr>
        <w:rPr>
          <w:rFonts w:cs="Arial"/>
          <w:sz w:val="20"/>
          <w:szCs w:val="20"/>
        </w:rPr>
      </w:pPr>
    </w:p>
    <w:p w14:paraId="531F619D" w14:textId="77777777" w:rsidR="00DC1D98" w:rsidRPr="00DC1D98" w:rsidRDefault="00DC1D98" w:rsidP="00DC1D98">
      <w:pPr>
        <w:pStyle w:val="Titel"/>
        <w:rPr>
          <w:rFonts w:ascii="Arial" w:hAnsi="Arial" w:cs="Arial"/>
        </w:rPr>
        <w:sectPr w:rsidR="00DC1D98" w:rsidRPr="00DC1D98" w:rsidSect="00177722">
          <w:pgSz w:w="11906" w:h="16838" w:code="9"/>
          <w:pgMar w:top="3062" w:right="1181" w:bottom="539" w:left="1588" w:header="0" w:footer="0" w:gutter="0"/>
          <w:cols w:space="720"/>
          <w:docGrid w:linePitch="360"/>
        </w:sectPr>
      </w:pPr>
    </w:p>
    <w:p w14:paraId="75F09A59" w14:textId="77777777" w:rsidR="00DC1D98" w:rsidRPr="00DC1D98" w:rsidRDefault="00DC1D98" w:rsidP="00DC1D98">
      <w:pPr>
        <w:pStyle w:val="Titel"/>
        <w:rPr>
          <w:rFonts w:ascii="Arial" w:hAnsi="Arial" w:cs="Arial"/>
        </w:rPr>
      </w:pPr>
      <w:r>
        <w:rPr>
          <w:rFonts w:ascii="Arial" w:hAnsi="Arial" w:cs="Arial"/>
        </w:rPr>
        <w:lastRenderedPageBreak/>
        <w:t>Lizenz</w:t>
      </w:r>
      <w:r w:rsidRPr="00DC1D98">
        <w:rPr>
          <w:rFonts w:ascii="Arial" w:hAnsi="Arial" w:cs="Arial"/>
        </w:rPr>
        <w:t xml:space="preserve"> </w:t>
      </w:r>
      <w:r w:rsidR="00D751A2">
        <w:rPr>
          <w:rFonts w:ascii="Arial" w:hAnsi="Arial" w:cs="Arial"/>
        </w:rPr>
        <w:t xml:space="preserve">Erstellungs- und </w:t>
      </w:r>
      <w:r w:rsidRPr="00DC1D98">
        <w:rPr>
          <w:rFonts w:ascii="Arial" w:hAnsi="Arial" w:cs="Arial"/>
        </w:rPr>
        <w:t>Deinstallations</w:t>
      </w:r>
      <w:r w:rsidR="008955A2">
        <w:rPr>
          <w:rFonts w:ascii="Arial" w:hAnsi="Arial" w:cs="Arial"/>
        </w:rPr>
        <w:t>bestätigung</w:t>
      </w:r>
    </w:p>
    <w:p w14:paraId="2A5E5220" w14:textId="77777777" w:rsidR="00DC1D98" w:rsidRPr="00DC1D98" w:rsidRDefault="00DC1D98" w:rsidP="00DC1D98">
      <w:pPr>
        <w:rPr>
          <w:rFonts w:cs="Arial"/>
        </w:rPr>
      </w:pPr>
    </w:p>
    <w:p w14:paraId="7F8170F6" w14:textId="77777777" w:rsidR="00DC1D98" w:rsidRDefault="00DC1D98" w:rsidP="00DC1D98">
      <w:pPr>
        <w:rPr>
          <w:rFonts w:cs="Arial"/>
          <w:sz w:val="20"/>
          <w:szCs w:val="20"/>
        </w:rPr>
      </w:pPr>
      <w:r w:rsidRPr="00D751A2">
        <w:rPr>
          <w:rFonts w:cs="Arial"/>
          <w:sz w:val="20"/>
          <w:szCs w:val="20"/>
        </w:rPr>
        <w:t>Firma:</w:t>
      </w:r>
      <w:r w:rsidR="00D751A2" w:rsidRPr="00D751A2">
        <w:rPr>
          <w:rFonts w:cs="Arial"/>
          <w:sz w:val="20"/>
          <w:szCs w:val="20"/>
        </w:rPr>
        <w:tab/>
      </w:r>
      <w:r w:rsidR="00D751A2" w:rsidRPr="00D751A2">
        <w:rPr>
          <w:rFonts w:cs="Arial"/>
          <w:sz w:val="20"/>
          <w:szCs w:val="20"/>
        </w:rPr>
        <w:tab/>
        <w:t>………………………………………………</w:t>
      </w:r>
      <w:r w:rsidR="00EF211E">
        <w:rPr>
          <w:rFonts w:cs="Arial"/>
          <w:sz w:val="20"/>
          <w:szCs w:val="20"/>
        </w:rPr>
        <w:t>………………………………</w:t>
      </w:r>
      <w:r w:rsidR="00D751A2" w:rsidRPr="00D751A2">
        <w:rPr>
          <w:rFonts w:cs="Arial"/>
          <w:sz w:val="20"/>
          <w:szCs w:val="20"/>
        </w:rPr>
        <w:t>……………….</w:t>
      </w:r>
    </w:p>
    <w:p w14:paraId="23D77751" w14:textId="77777777" w:rsidR="00EF211E" w:rsidRDefault="00EF211E" w:rsidP="00DC1D98">
      <w:pPr>
        <w:rPr>
          <w:rFonts w:cs="Arial"/>
          <w:sz w:val="20"/>
          <w:szCs w:val="20"/>
        </w:rPr>
      </w:pPr>
    </w:p>
    <w:p w14:paraId="1C093246" w14:textId="77777777" w:rsidR="00DC1D98" w:rsidRPr="00D751A2" w:rsidRDefault="00EF211E" w:rsidP="00DC1D98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Welche Lizenz(en) sollen geswitcht werden?   ……………………………………………………………</w:t>
      </w:r>
    </w:p>
    <w:p w14:paraId="27DA64B9" w14:textId="77777777" w:rsidR="00D751A2" w:rsidRPr="00D751A2" w:rsidRDefault="00D751A2" w:rsidP="00A67F13">
      <w:pPr>
        <w:tabs>
          <w:tab w:val="left" w:pos="567"/>
          <w:tab w:val="left" w:pos="3402"/>
        </w:tabs>
        <w:spacing w:line="160" w:lineRule="exact"/>
        <w:rPr>
          <w:rFonts w:cs="Arial"/>
          <w:sz w:val="20"/>
          <w:szCs w:val="20"/>
        </w:rPr>
      </w:pPr>
    </w:p>
    <w:p w14:paraId="0056D704" w14:textId="77777777" w:rsidR="00F36E95" w:rsidRDefault="00D751A2" w:rsidP="00F36E95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Wir bestätigen hiermit</w:t>
      </w:r>
      <w:r w:rsidRPr="00D751A2">
        <w:rPr>
          <w:rFonts w:cs="Arial"/>
          <w:sz w:val="20"/>
          <w:szCs w:val="20"/>
        </w:rPr>
        <w:t>, dass die Lizenz für die sich im Eins</w:t>
      </w:r>
      <w:r w:rsidR="00F36E95">
        <w:rPr>
          <w:rFonts w:cs="Arial"/>
          <w:sz w:val="20"/>
          <w:szCs w:val="20"/>
        </w:rPr>
        <w:t>at</w:t>
      </w:r>
      <w:r w:rsidRPr="00D751A2">
        <w:rPr>
          <w:rFonts w:cs="Arial"/>
          <w:sz w:val="20"/>
          <w:szCs w:val="20"/>
        </w:rPr>
        <w:t xml:space="preserve">z befindlichen CATIA-Applikationen VW </w:t>
      </w:r>
      <w:r w:rsidR="00F36E95">
        <w:rPr>
          <w:rFonts w:cs="Arial"/>
          <w:sz w:val="20"/>
          <w:szCs w:val="20"/>
        </w:rPr>
        <w:t xml:space="preserve">von jetzt an </w:t>
      </w:r>
      <w:r w:rsidRPr="00D751A2">
        <w:rPr>
          <w:rFonts w:cs="Arial"/>
          <w:sz w:val="20"/>
          <w:szCs w:val="20"/>
        </w:rPr>
        <w:t>auf de</w:t>
      </w:r>
      <w:r w:rsidR="00F36E95">
        <w:rPr>
          <w:rFonts w:cs="Arial"/>
          <w:sz w:val="20"/>
          <w:szCs w:val="20"/>
        </w:rPr>
        <w:t xml:space="preserve">m </w:t>
      </w:r>
      <w:r w:rsidRPr="00D751A2">
        <w:rPr>
          <w:rFonts w:cs="Arial"/>
          <w:sz w:val="20"/>
          <w:szCs w:val="20"/>
        </w:rPr>
        <w:t xml:space="preserve">folgenden </w:t>
      </w:r>
      <w:r w:rsidR="00F36E95">
        <w:rPr>
          <w:rFonts w:cs="Arial"/>
          <w:sz w:val="20"/>
          <w:szCs w:val="20"/>
        </w:rPr>
        <w:t xml:space="preserve">unter „CPU ID / </w:t>
      </w:r>
      <w:r w:rsidR="003C03F6">
        <w:rPr>
          <w:rFonts w:cs="Arial"/>
          <w:sz w:val="20"/>
          <w:szCs w:val="20"/>
        </w:rPr>
        <w:t>DSLS</w:t>
      </w:r>
      <w:r w:rsidR="00F36E95">
        <w:rPr>
          <w:rFonts w:cs="Arial"/>
          <w:sz w:val="20"/>
          <w:szCs w:val="20"/>
        </w:rPr>
        <w:t xml:space="preserve"> ID neu“ angegebenen </w:t>
      </w:r>
      <w:r w:rsidRPr="00D751A2">
        <w:rPr>
          <w:rFonts w:cs="Arial"/>
          <w:sz w:val="20"/>
          <w:szCs w:val="20"/>
        </w:rPr>
        <w:t>Rechner lizen</w:t>
      </w:r>
      <w:r w:rsidR="00F36E95">
        <w:rPr>
          <w:rFonts w:cs="Arial"/>
          <w:sz w:val="20"/>
          <w:szCs w:val="20"/>
        </w:rPr>
        <w:t>z</w:t>
      </w:r>
      <w:r w:rsidRPr="00D751A2">
        <w:rPr>
          <w:rFonts w:cs="Arial"/>
          <w:sz w:val="20"/>
          <w:szCs w:val="20"/>
        </w:rPr>
        <w:t>iert werden soll und beantra</w:t>
      </w:r>
      <w:r w:rsidR="008955A2">
        <w:rPr>
          <w:rFonts w:cs="Arial"/>
          <w:sz w:val="20"/>
          <w:szCs w:val="20"/>
        </w:rPr>
        <w:t>gen</w:t>
      </w:r>
      <w:r w:rsidRPr="00D751A2">
        <w:rPr>
          <w:rFonts w:cs="Arial"/>
          <w:sz w:val="20"/>
          <w:szCs w:val="20"/>
        </w:rPr>
        <w:t xml:space="preserve"> neue </w:t>
      </w:r>
      <w:proofErr w:type="spellStart"/>
      <w:r w:rsidRPr="00D751A2">
        <w:rPr>
          <w:rFonts w:cs="Arial"/>
          <w:sz w:val="20"/>
          <w:szCs w:val="20"/>
        </w:rPr>
        <w:t>Lizenzkeys</w:t>
      </w:r>
      <w:proofErr w:type="spellEnd"/>
      <w:r w:rsidRPr="00D751A2">
        <w:rPr>
          <w:rFonts w:cs="Arial"/>
          <w:sz w:val="20"/>
          <w:szCs w:val="20"/>
        </w:rPr>
        <w:t xml:space="preserve"> für die angegebenen CPU ID</w:t>
      </w:r>
      <w:r w:rsidR="003C03F6">
        <w:rPr>
          <w:rFonts w:cs="Arial"/>
          <w:sz w:val="20"/>
          <w:szCs w:val="20"/>
        </w:rPr>
        <w:t xml:space="preserve"> </w:t>
      </w:r>
      <w:r w:rsidR="00EF211E">
        <w:rPr>
          <w:rFonts w:cs="Arial"/>
          <w:sz w:val="20"/>
          <w:szCs w:val="20"/>
        </w:rPr>
        <w:t>/</w:t>
      </w:r>
      <w:r w:rsidR="003C03F6">
        <w:rPr>
          <w:rFonts w:cs="Arial"/>
          <w:sz w:val="20"/>
          <w:szCs w:val="20"/>
        </w:rPr>
        <w:t xml:space="preserve"> DSLS</w:t>
      </w:r>
      <w:r w:rsidR="00EF211E">
        <w:rPr>
          <w:rFonts w:cs="Arial"/>
          <w:sz w:val="20"/>
          <w:szCs w:val="20"/>
        </w:rPr>
        <w:t xml:space="preserve"> ID</w:t>
      </w:r>
      <w:r w:rsidRPr="00D751A2">
        <w:rPr>
          <w:rFonts w:cs="Arial"/>
          <w:sz w:val="20"/>
          <w:szCs w:val="20"/>
        </w:rPr>
        <w:t xml:space="preserve">. </w:t>
      </w:r>
      <w:r w:rsidR="00F36E95" w:rsidRPr="00D751A2">
        <w:rPr>
          <w:rFonts w:cs="Arial"/>
          <w:sz w:val="20"/>
          <w:szCs w:val="20"/>
        </w:rPr>
        <w:t>Hiermit versichern wir, dass die Lizenzeinträge komplett von de</w:t>
      </w:r>
      <w:r w:rsidR="00F36E95">
        <w:rPr>
          <w:rFonts w:cs="Arial"/>
          <w:sz w:val="20"/>
          <w:szCs w:val="20"/>
        </w:rPr>
        <w:t>m</w:t>
      </w:r>
      <w:r w:rsidR="00F36E95" w:rsidRPr="00D751A2">
        <w:rPr>
          <w:rFonts w:cs="Arial"/>
          <w:sz w:val="20"/>
          <w:szCs w:val="20"/>
        </w:rPr>
        <w:t xml:space="preserve"> unter </w:t>
      </w:r>
      <w:r w:rsidR="00F36E95">
        <w:rPr>
          <w:rFonts w:cs="Arial"/>
          <w:sz w:val="20"/>
          <w:szCs w:val="20"/>
        </w:rPr>
        <w:t xml:space="preserve">„CPU ID / </w:t>
      </w:r>
      <w:r w:rsidR="003C03F6">
        <w:rPr>
          <w:rFonts w:cs="Arial"/>
          <w:sz w:val="20"/>
          <w:szCs w:val="20"/>
        </w:rPr>
        <w:t xml:space="preserve">DSLS </w:t>
      </w:r>
      <w:r w:rsidR="00F36E95">
        <w:rPr>
          <w:rFonts w:cs="Arial"/>
          <w:sz w:val="20"/>
          <w:szCs w:val="20"/>
        </w:rPr>
        <w:t>ID alt“</w:t>
      </w:r>
      <w:r w:rsidR="00F36E95" w:rsidRPr="00D751A2">
        <w:rPr>
          <w:rFonts w:cs="Arial"/>
          <w:sz w:val="20"/>
          <w:szCs w:val="20"/>
        </w:rPr>
        <w:t xml:space="preserve"> aufgeführten Rech</w:t>
      </w:r>
      <w:r w:rsidR="00F36E95">
        <w:rPr>
          <w:rFonts w:cs="Arial"/>
          <w:sz w:val="20"/>
          <w:szCs w:val="20"/>
        </w:rPr>
        <w:t>n</w:t>
      </w:r>
      <w:r w:rsidR="00F36E95" w:rsidRPr="00D751A2">
        <w:rPr>
          <w:rFonts w:cs="Arial"/>
          <w:sz w:val="20"/>
          <w:szCs w:val="20"/>
        </w:rPr>
        <w:t xml:space="preserve">er innerhalb von 5 Arbeitstagen nach Erhalt der neuen Lizenz entfernt werden. </w:t>
      </w:r>
    </w:p>
    <w:p w14:paraId="1E8364B6" w14:textId="77777777" w:rsidR="00D751A2" w:rsidRPr="00D751A2" w:rsidRDefault="00D751A2" w:rsidP="00A67F13">
      <w:pPr>
        <w:tabs>
          <w:tab w:val="left" w:pos="3402"/>
        </w:tabs>
        <w:spacing w:line="160" w:lineRule="exact"/>
        <w:rPr>
          <w:rFonts w:cs="Arial"/>
          <w:sz w:val="20"/>
          <w:szCs w:val="20"/>
        </w:rPr>
      </w:pPr>
    </w:p>
    <w:p w14:paraId="31BB4CB2" w14:textId="77777777" w:rsidR="007C6AD6" w:rsidRDefault="00081111" w:rsidP="007C6AD6">
      <w:pPr>
        <w:autoSpaceDE w:val="0"/>
        <w:autoSpaceDN w:val="0"/>
        <w:adjustRightInd w:val="0"/>
        <w:spacing w:before="120" w:line="240" w:lineRule="auto"/>
        <w:rPr>
          <w:rFonts w:cs="Arial"/>
          <w:b/>
          <w:sz w:val="20"/>
          <w:szCs w:val="20"/>
        </w:rPr>
      </w:pPr>
      <w:r w:rsidRPr="007C6AD6">
        <w:rPr>
          <w:rFonts w:cs="Arial"/>
          <w:b/>
          <w:sz w:val="20"/>
          <w:szCs w:val="20"/>
        </w:rPr>
        <w:t>CPU-ID alt:</w:t>
      </w:r>
      <w:r w:rsidR="007C6AD6" w:rsidRPr="007C6AD6">
        <w:rPr>
          <w:rFonts w:cs="Arial"/>
          <w:b/>
          <w:sz w:val="20"/>
          <w:szCs w:val="20"/>
        </w:rPr>
        <w:t xml:space="preserve"> </w:t>
      </w:r>
    </w:p>
    <w:p w14:paraId="797A21D3" w14:textId="77777777" w:rsidR="00081111" w:rsidRPr="007C6AD6" w:rsidRDefault="007C6AD6" w:rsidP="008278A8">
      <w:pPr>
        <w:autoSpaceDE w:val="0"/>
        <w:autoSpaceDN w:val="0"/>
        <w:adjustRightInd w:val="0"/>
        <w:spacing w:before="120" w:line="240" w:lineRule="auto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(</w:t>
      </w:r>
      <w:r w:rsidRPr="007C6AD6">
        <w:rPr>
          <w:rFonts w:cs="Arial"/>
          <w:sz w:val="16"/>
          <w:szCs w:val="16"/>
        </w:rPr>
        <w:t>Sollten Sie einen Switch der CATIA-Applikationen wünschen, füllen Sie bitte die CPU-ID aus</w:t>
      </w:r>
      <w:r>
        <w:rPr>
          <w:rFonts w:cs="Arial"/>
          <w:sz w:val="16"/>
          <w:szCs w:val="16"/>
        </w:rPr>
        <w:t xml:space="preserve">.)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"/>
        <w:gridCol w:w="2335"/>
        <w:gridCol w:w="160"/>
        <w:gridCol w:w="3775"/>
        <w:gridCol w:w="212"/>
        <w:gridCol w:w="2499"/>
      </w:tblGrid>
      <w:tr w:rsidR="00081111" w:rsidRPr="00D751A2" w14:paraId="7E3A6979" w14:textId="77777777" w:rsidTr="00081111">
        <w:tc>
          <w:tcPr>
            <w:tcW w:w="235" w:type="dxa"/>
          </w:tcPr>
          <w:p w14:paraId="5D70A1B3" w14:textId="77777777" w:rsidR="00081111" w:rsidRPr="007C6AD6" w:rsidRDefault="00081111" w:rsidP="005E3926">
            <w:pPr>
              <w:tabs>
                <w:tab w:val="left" w:pos="567"/>
                <w:tab w:val="left" w:pos="3402"/>
              </w:tabs>
              <w:spacing w:before="20" w:after="2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35" w:type="dxa"/>
          </w:tcPr>
          <w:p w14:paraId="44F82838" w14:textId="77777777" w:rsidR="00081111" w:rsidRPr="00D751A2" w:rsidRDefault="00081111" w:rsidP="005E3926">
            <w:pPr>
              <w:tabs>
                <w:tab w:val="left" w:pos="567"/>
                <w:tab w:val="left" w:pos="3402"/>
              </w:tabs>
              <w:spacing w:before="20" w:after="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Betriebssystem:</w:t>
            </w:r>
          </w:p>
        </w:tc>
        <w:tc>
          <w:tcPr>
            <w:tcW w:w="160" w:type="dxa"/>
            <w:tcBorders>
              <w:right w:val="single" w:sz="4" w:space="0" w:color="auto"/>
            </w:tcBorders>
          </w:tcPr>
          <w:p w14:paraId="7F2BBE29" w14:textId="77777777" w:rsidR="00081111" w:rsidRPr="00D751A2" w:rsidRDefault="00081111" w:rsidP="005E3926">
            <w:pPr>
              <w:tabs>
                <w:tab w:val="left" w:pos="567"/>
                <w:tab w:val="left" w:pos="3402"/>
              </w:tabs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C2B3895" w14:textId="77777777" w:rsidR="00081111" w:rsidRPr="00D751A2" w:rsidRDefault="00081111" w:rsidP="005E3926">
            <w:pPr>
              <w:tabs>
                <w:tab w:val="left" w:pos="567"/>
                <w:tab w:val="left" w:pos="3402"/>
              </w:tabs>
              <w:spacing w:before="20" w:after="20"/>
              <w:rPr>
                <w:rFonts w:cs="Arial"/>
                <w:sz w:val="20"/>
                <w:szCs w:val="20"/>
              </w:rPr>
            </w:pPr>
            <w:r w:rsidRPr="00F36E95">
              <w:rPr>
                <w:rFonts w:cs="Arial"/>
                <w:b/>
                <w:sz w:val="20"/>
                <w:szCs w:val="20"/>
                <w:lang w:val="en-GB"/>
              </w:rPr>
              <w:t>CPU-ID</w:t>
            </w:r>
            <w:r w:rsidR="00A67F13">
              <w:rPr>
                <w:rFonts w:cs="Arial"/>
                <w:b/>
                <w:sz w:val="20"/>
                <w:szCs w:val="20"/>
                <w:lang w:val="en-GB"/>
              </w:rPr>
              <w:t>:</w:t>
            </w:r>
          </w:p>
        </w:tc>
        <w:tc>
          <w:tcPr>
            <w:tcW w:w="21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126988D" w14:textId="77777777" w:rsidR="00081111" w:rsidRPr="00D751A2" w:rsidRDefault="00081111" w:rsidP="005E3926">
            <w:pPr>
              <w:tabs>
                <w:tab w:val="left" w:pos="567"/>
                <w:tab w:val="left" w:pos="3402"/>
              </w:tabs>
              <w:spacing w:before="20" w:after="2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72CB2" w14:textId="77777777" w:rsidR="00081111" w:rsidRPr="00D751A2" w:rsidRDefault="00081111" w:rsidP="00D13C27">
            <w:pPr>
              <w:tabs>
                <w:tab w:val="left" w:pos="567"/>
                <w:tab w:val="left" w:pos="3402"/>
              </w:tabs>
              <w:spacing w:before="20" w:after="20"/>
              <w:rPr>
                <w:rFonts w:cs="Arial"/>
                <w:sz w:val="20"/>
                <w:szCs w:val="20"/>
              </w:rPr>
            </w:pPr>
          </w:p>
        </w:tc>
      </w:tr>
      <w:tr w:rsidR="00A67F13" w:rsidRPr="00081111" w14:paraId="30A037AE" w14:textId="77777777" w:rsidTr="002F1C56">
        <w:tc>
          <w:tcPr>
            <w:tcW w:w="2730" w:type="dxa"/>
            <w:gridSpan w:val="3"/>
            <w:vMerge w:val="restart"/>
            <w:tcBorders>
              <w:right w:val="single" w:sz="4" w:space="0" w:color="auto"/>
            </w:tcBorders>
          </w:tcPr>
          <w:p w14:paraId="21ED4BBB" w14:textId="77777777" w:rsidR="00A67F13" w:rsidRPr="00D751A2" w:rsidRDefault="00A67F13" w:rsidP="00A67F13">
            <w:pPr>
              <w:tabs>
                <w:tab w:val="left" w:pos="567"/>
                <w:tab w:val="left" w:pos="3402"/>
              </w:tabs>
              <w:spacing w:before="20" w:after="20"/>
              <w:rPr>
                <w:rFonts w:cs="Arial"/>
                <w:sz w:val="20"/>
                <w:szCs w:val="20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77F19AE" w14:textId="77777777" w:rsidR="00A67F13" w:rsidRPr="00081111" w:rsidRDefault="00A67F13" w:rsidP="005E3926">
            <w:pPr>
              <w:tabs>
                <w:tab w:val="left" w:pos="567"/>
                <w:tab w:val="left" w:pos="3402"/>
              </w:tabs>
              <w:spacing w:before="20" w:after="20"/>
              <w:rPr>
                <w:rFonts w:cs="Arial"/>
                <w:sz w:val="20"/>
                <w:szCs w:val="20"/>
              </w:rPr>
            </w:pPr>
            <w:r w:rsidRPr="00081111">
              <w:rPr>
                <w:rFonts w:cs="Arial"/>
                <w:b/>
                <w:sz w:val="20"/>
                <w:szCs w:val="20"/>
              </w:rPr>
              <w:t>CPU-ID</w:t>
            </w:r>
            <w:r>
              <w:rPr>
                <w:rFonts w:cs="Arial"/>
                <w:b/>
                <w:sz w:val="20"/>
                <w:szCs w:val="20"/>
              </w:rPr>
              <w:t>:</w:t>
            </w:r>
            <w:r w:rsidRPr="00081111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42701C">
              <w:rPr>
                <w:rFonts w:cs="Arial"/>
                <w:b/>
                <w:sz w:val="16"/>
                <w:szCs w:val="16"/>
              </w:rPr>
              <w:t>(nur ausfüllen, wenn Cluster)</w:t>
            </w:r>
          </w:p>
        </w:tc>
        <w:tc>
          <w:tcPr>
            <w:tcW w:w="21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208EC65" w14:textId="77777777" w:rsidR="00A67F13" w:rsidRPr="00081111" w:rsidRDefault="00A67F13" w:rsidP="005E3926">
            <w:pPr>
              <w:tabs>
                <w:tab w:val="left" w:pos="567"/>
                <w:tab w:val="left" w:pos="3402"/>
              </w:tabs>
              <w:spacing w:before="20" w:after="2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1C3C5" w14:textId="77777777" w:rsidR="00A67F13" w:rsidRPr="00081111" w:rsidRDefault="00A67F13" w:rsidP="00D13C27">
            <w:pPr>
              <w:tabs>
                <w:tab w:val="left" w:pos="567"/>
                <w:tab w:val="left" w:pos="3402"/>
              </w:tabs>
              <w:spacing w:before="20" w:after="20"/>
              <w:rPr>
                <w:rFonts w:cs="Arial"/>
                <w:sz w:val="20"/>
                <w:szCs w:val="20"/>
              </w:rPr>
            </w:pPr>
          </w:p>
        </w:tc>
      </w:tr>
      <w:tr w:rsidR="00A67F13" w:rsidRPr="00D751A2" w14:paraId="3B1D24B2" w14:textId="77777777" w:rsidTr="002F1C56">
        <w:tc>
          <w:tcPr>
            <w:tcW w:w="2730" w:type="dxa"/>
            <w:gridSpan w:val="3"/>
            <w:vMerge/>
            <w:tcBorders>
              <w:right w:val="single" w:sz="4" w:space="0" w:color="auto"/>
            </w:tcBorders>
          </w:tcPr>
          <w:p w14:paraId="0D84E342" w14:textId="77777777" w:rsidR="00A67F13" w:rsidRPr="00081111" w:rsidRDefault="00A67F13" w:rsidP="005E3926">
            <w:pPr>
              <w:tabs>
                <w:tab w:val="left" w:pos="567"/>
                <w:tab w:val="left" w:pos="3402"/>
              </w:tabs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E0F14AC" w14:textId="77777777" w:rsidR="00A67F13" w:rsidRPr="00081111" w:rsidRDefault="00A67F13" w:rsidP="005E3926">
            <w:pPr>
              <w:tabs>
                <w:tab w:val="left" w:pos="567"/>
                <w:tab w:val="left" w:pos="3402"/>
              </w:tabs>
              <w:spacing w:before="20" w:after="20"/>
              <w:rPr>
                <w:rFonts w:cs="Arial"/>
                <w:sz w:val="20"/>
                <w:szCs w:val="20"/>
              </w:rPr>
            </w:pPr>
            <w:r w:rsidRPr="00081111">
              <w:rPr>
                <w:rFonts w:cs="Arial"/>
                <w:b/>
                <w:sz w:val="20"/>
                <w:szCs w:val="20"/>
              </w:rPr>
              <w:t>CPU-ID</w:t>
            </w:r>
            <w:r>
              <w:rPr>
                <w:rFonts w:cs="Arial"/>
                <w:b/>
                <w:sz w:val="20"/>
                <w:szCs w:val="20"/>
              </w:rPr>
              <w:t>:</w:t>
            </w:r>
            <w:r w:rsidRPr="00081111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42701C">
              <w:rPr>
                <w:rFonts w:cs="Arial"/>
                <w:b/>
                <w:sz w:val="16"/>
                <w:szCs w:val="16"/>
              </w:rPr>
              <w:t>(nur ausfüllen, wenn Cluster)</w:t>
            </w:r>
          </w:p>
        </w:tc>
        <w:tc>
          <w:tcPr>
            <w:tcW w:w="21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398DF14" w14:textId="77777777" w:rsidR="00A67F13" w:rsidRPr="00D751A2" w:rsidRDefault="00A67F13" w:rsidP="005E3926">
            <w:pPr>
              <w:tabs>
                <w:tab w:val="left" w:pos="567"/>
                <w:tab w:val="left" w:pos="3402"/>
              </w:tabs>
              <w:spacing w:before="20" w:after="2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2DEE0" w14:textId="77777777" w:rsidR="00A67F13" w:rsidRPr="00D751A2" w:rsidRDefault="00A67F13" w:rsidP="00D13C27">
            <w:pPr>
              <w:tabs>
                <w:tab w:val="left" w:pos="567"/>
                <w:tab w:val="left" w:pos="3402"/>
              </w:tabs>
              <w:spacing w:before="20" w:after="20"/>
              <w:rPr>
                <w:rFonts w:cs="Arial"/>
                <w:sz w:val="20"/>
                <w:szCs w:val="20"/>
              </w:rPr>
            </w:pPr>
          </w:p>
        </w:tc>
      </w:tr>
    </w:tbl>
    <w:p w14:paraId="68159B1A" w14:textId="77777777" w:rsidR="00D751A2" w:rsidRPr="00A67F13" w:rsidRDefault="00A67F13" w:rsidP="00DC1D98">
      <w:pPr>
        <w:rPr>
          <w:rFonts w:cs="Arial"/>
          <w:sz w:val="20"/>
          <w:szCs w:val="20"/>
          <w:lang w:val="en-US"/>
        </w:rPr>
      </w:pPr>
      <w:proofErr w:type="spellStart"/>
      <w:r>
        <w:rPr>
          <w:rFonts w:cs="Arial"/>
          <w:sz w:val="20"/>
          <w:szCs w:val="20"/>
          <w:lang w:val="en-US"/>
        </w:rPr>
        <w:t>Lizenzart</w:t>
      </w:r>
      <w:proofErr w:type="spellEnd"/>
      <w:r>
        <w:rPr>
          <w:rFonts w:cs="Arial"/>
          <w:sz w:val="20"/>
          <w:szCs w:val="20"/>
          <w:lang w:val="en-US"/>
        </w:rPr>
        <w:t>: (</w:t>
      </w:r>
      <w:proofErr w:type="spellStart"/>
      <w:r>
        <w:rPr>
          <w:rFonts w:cs="Arial"/>
          <w:sz w:val="20"/>
          <w:szCs w:val="20"/>
          <w:lang w:val="en-US"/>
        </w:rPr>
        <w:t>nodelocked</w:t>
      </w:r>
      <w:proofErr w:type="spellEnd"/>
      <w:r>
        <w:rPr>
          <w:rFonts w:cs="Arial"/>
          <w:sz w:val="20"/>
          <w:szCs w:val="20"/>
          <w:lang w:val="en-US"/>
        </w:rPr>
        <w:t>/ floating)</w:t>
      </w:r>
    </w:p>
    <w:p w14:paraId="1FEC1781" w14:textId="77777777" w:rsidR="007C6AD6" w:rsidRPr="00A67F13" w:rsidRDefault="003C03F6" w:rsidP="007C6AD6">
      <w:pPr>
        <w:autoSpaceDE w:val="0"/>
        <w:autoSpaceDN w:val="0"/>
        <w:adjustRightInd w:val="0"/>
        <w:spacing w:before="120" w:line="240" w:lineRule="auto"/>
        <w:rPr>
          <w:rFonts w:cs="Arial"/>
          <w:sz w:val="16"/>
          <w:szCs w:val="16"/>
          <w:lang w:val="en-US"/>
        </w:rPr>
      </w:pPr>
      <w:r w:rsidRPr="00A67F13">
        <w:rPr>
          <w:rFonts w:cs="Arial"/>
          <w:b/>
          <w:sz w:val="20"/>
          <w:szCs w:val="20"/>
          <w:lang w:val="en-US"/>
        </w:rPr>
        <w:t>DSLS</w:t>
      </w:r>
      <w:r w:rsidR="00081111" w:rsidRPr="00A67F13">
        <w:rPr>
          <w:rFonts w:cs="Arial"/>
          <w:b/>
          <w:sz w:val="20"/>
          <w:szCs w:val="20"/>
          <w:lang w:val="en-US"/>
        </w:rPr>
        <w:t xml:space="preserve"> ID alt</w:t>
      </w:r>
      <w:r w:rsidR="007C6AD6" w:rsidRPr="00A67F13">
        <w:rPr>
          <w:rFonts w:cs="Arial"/>
          <w:b/>
          <w:sz w:val="20"/>
          <w:szCs w:val="20"/>
          <w:lang w:val="en-US"/>
        </w:rPr>
        <w:t>:</w:t>
      </w:r>
      <w:r w:rsidR="007C6AD6" w:rsidRPr="00A67F13">
        <w:rPr>
          <w:rFonts w:cs="Arial"/>
          <w:sz w:val="16"/>
          <w:szCs w:val="16"/>
          <w:lang w:val="en-US"/>
        </w:rPr>
        <w:t xml:space="preserve"> </w:t>
      </w:r>
    </w:p>
    <w:p w14:paraId="3F4E6849" w14:textId="77777777" w:rsidR="00081111" w:rsidRPr="007C6AD6" w:rsidRDefault="007C6AD6" w:rsidP="008278A8">
      <w:pPr>
        <w:autoSpaceDE w:val="0"/>
        <w:autoSpaceDN w:val="0"/>
        <w:adjustRightInd w:val="0"/>
        <w:spacing w:before="120" w:line="240" w:lineRule="auto"/>
        <w:rPr>
          <w:rFonts w:cs="Arial"/>
          <w:b/>
          <w:sz w:val="20"/>
          <w:szCs w:val="20"/>
        </w:rPr>
      </w:pPr>
      <w:r>
        <w:rPr>
          <w:rFonts w:cs="Arial"/>
          <w:sz w:val="16"/>
          <w:szCs w:val="16"/>
        </w:rPr>
        <w:t>(S</w:t>
      </w:r>
      <w:r w:rsidRPr="007C6AD6">
        <w:rPr>
          <w:rFonts w:cs="Arial"/>
          <w:sz w:val="16"/>
          <w:szCs w:val="16"/>
        </w:rPr>
        <w:t>ollten Sie einen Switch der VX1-Lizenz wünschen, füllen Sie bitte die Target-ID aus</w:t>
      </w:r>
      <w:r>
        <w:rPr>
          <w:rFonts w:cs="Arial"/>
          <w:sz w:val="16"/>
          <w:szCs w:val="16"/>
        </w:rPr>
        <w:t>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"/>
        <w:gridCol w:w="2335"/>
        <w:gridCol w:w="305"/>
        <w:gridCol w:w="3630"/>
        <w:gridCol w:w="212"/>
        <w:gridCol w:w="2499"/>
      </w:tblGrid>
      <w:tr w:rsidR="00081111" w:rsidRPr="00D751A2" w14:paraId="3090C178" w14:textId="77777777" w:rsidTr="00081111">
        <w:tc>
          <w:tcPr>
            <w:tcW w:w="235" w:type="dxa"/>
          </w:tcPr>
          <w:p w14:paraId="3E0389BE" w14:textId="77777777" w:rsidR="00081111" w:rsidRPr="007C6AD6" w:rsidRDefault="00081111" w:rsidP="005E3926">
            <w:pPr>
              <w:tabs>
                <w:tab w:val="left" w:pos="567"/>
                <w:tab w:val="left" w:pos="3402"/>
              </w:tabs>
              <w:spacing w:before="20" w:after="2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35" w:type="dxa"/>
          </w:tcPr>
          <w:p w14:paraId="28C813F8" w14:textId="77777777" w:rsidR="00081111" w:rsidRPr="00D751A2" w:rsidRDefault="00081111" w:rsidP="005E3926">
            <w:pPr>
              <w:tabs>
                <w:tab w:val="left" w:pos="567"/>
                <w:tab w:val="left" w:pos="3402"/>
              </w:tabs>
              <w:spacing w:before="20" w:after="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Betriebssystem:</w:t>
            </w:r>
          </w:p>
        </w:tc>
        <w:tc>
          <w:tcPr>
            <w:tcW w:w="305" w:type="dxa"/>
            <w:tcBorders>
              <w:right w:val="single" w:sz="4" w:space="0" w:color="auto"/>
            </w:tcBorders>
          </w:tcPr>
          <w:p w14:paraId="1EB2D1AF" w14:textId="77777777" w:rsidR="00081111" w:rsidRPr="00D751A2" w:rsidRDefault="00081111" w:rsidP="005E3926">
            <w:pPr>
              <w:tabs>
                <w:tab w:val="left" w:pos="567"/>
                <w:tab w:val="left" w:pos="3402"/>
              </w:tabs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D22F014" w14:textId="77777777" w:rsidR="00081111" w:rsidRPr="00D751A2" w:rsidRDefault="003C03F6" w:rsidP="005E3926">
            <w:pPr>
              <w:tabs>
                <w:tab w:val="left" w:pos="567"/>
                <w:tab w:val="left" w:pos="3402"/>
              </w:tabs>
              <w:spacing w:before="20" w:after="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  <w:lang w:val="en-GB"/>
              </w:rPr>
              <w:t>DSLS</w:t>
            </w:r>
            <w:r w:rsidR="00081111" w:rsidRPr="00F36E95">
              <w:rPr>
                <w:rFonts w:cs="Arial"/>
                <w:b/>
                <w:sz w:val="20"/>
                <w:szCs w:val="20"/>
                <w:lang w:val="en-GB"/>
              </w:rPr>
              <w:t xml:space="preserve"> ID</w:t>
            </w:r>
            <w:r w:rsidR="00A67F13">
              <w:rPr>
                <w:rFonts w:cs="Arial"/>
                <w:b/>
                <w:sz w:val="20"/>
                <w:szCs w:val="20"/>
                <w:lang w:val="en-GB"/>
              </w:rPr>
              <w:t>:</w:t>
            </w:r>
          </w:p>
        </w:tc>
        <w:tc>
          <w:tcPr>
            <w:tcW w:w="21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061105F" w14:textId="77777777" w:rsidR="00081111" w:rsidRPr="00D751A2" w:rsidRDefault="00081111" w:rsidP="005E3926">
            <w:pPr>
              <w:tabs>
                <w:tab w:val="left" w:pos="567"/>
                <w:tab w:val="left" w:pos="3402"/>
              </w:tabs>
              <w:spacing w:before="20" w:after="2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DF5F0" w14:textId="77777777" w:rsidR="00081111" w:rsidRPr="00D751A2" w:rsidRDefault="00081111" w:rsidP="00D13C27">
            <w:pPr>
              <w:tabs>
                <w:tab w:val="left" w:pos="567"/>
                <w:tab w:val="left" w:pos="3402"/>
              </w:tabs>
              <w:spacing w:before="20" w:after="20"/>
              <w:rPr>
                <w:rFonts w:cs="Arial"/>
                <w:sz w:val="20"/>
                <w:szCs w:val="20"/>
              </w:rPr>
            </w:pPr>
          </w:p>
        </w:tc>
      </w:tr>
      <w:tr w:rsidR="00A67F13" w:rsidRPr="00E35FD9" w14:paraId="3525C72A" w14:textId="77777777" w:rsidTr="002F1C56">
        <w:tc>
          <w:tcPr>
            <w:tcW w:w="2875" w:type="dxa"/>
            <w:gridSpan w:val="3"/>
            <w:vMerge w:val="restart"/>
            <w:tcBorders>
              <w:right w:val="single" w:sz="4" w:space="0" w:color="auto"/>
            </w:tcBorders>
          </w:tcPr>
          <w:p w14:paraId="3C5AE4CC" w14:textId="77777777" w:rsidR="00A67F13" w:rsidRPr="00D751A2" w:rsidRDefault="00A67F13" w:rsidP="00A67F13">
            <w:pPr>
              <w:tabs>
                <w:tab w:val="left" w:pos="567"/>
                <w:tab w:val="left" w:pos="3402"/>
              </w:tabs>
              <w:spacing w:before="20" w:after="20"/>
              <w:rPr>
                <w:rFonts w:cs="Arial"/>
                <w:sz w:val="20"/>
                <w:szCs w:val="20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608358A" w14:textId="77777777" w:rsidR="00A67F13" w:rsidRPr="00E35FD9" w:rsidRDefault="00A67F13" w:rsidP="005E3926">
            <w:pPr>
              <w:tabs>
                <w:tab w:val="left" w:pos="567"/>
                <w:tab w:val="left" w:pos="3402"/>
              </w:tabs>
              <w:spacing w:before="20" w:after="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DSLS</w:t>
            </w:r>
            <w:r w:rsidRPr="00081111">
              <w:rPr>
                <w:rFonts w:cs="Arial"/>
                <w:b/>
                <w:sz w:val="20"/>
                <w:szCs w:val="20"/>
              </w:rPr>
              <w:t>-ID</w:t>
            </w:r>
            <w:r>
              <w:rPr>
                <w:rFonts w:cs="Arial"/>
                <w:b/>
                <w:sz w:val="20"/>
                <w:szCs w:val="20"/>
              </w:rPr>
              <w:t>:</w:t>
            </w:r>
            <w:r w:rsidRPr="00081111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42701C">
              <w:rPr>
                <w:rFonts w:cs="Arial"/>
                <w:b/>
                <w:sz w:val="16"/>
                <w:szCs w:val="16"/>
              </w:rPr>
              <w:t>(nur ausfüllen, wenn Cluster)</w:t>
            </w:r>
          </w:p>
        </w:tc>
        <w:tc>
          <w:tcPr>
            <w:tcW w:w="21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3FA90EE" w14:textId="77777777" w:rsidR="00A67F13" w:rsidRPr="00E35FD9" w:rsidRDefault="00A67F13" w:rsidP="005E3926">
            <w:pPr>
              <w:tabs>
                <w:tab w:val="left" w:pos="567"/>
                <w:tab w:val="left" w:pos="3402"/>
              </w:tabs>
              <w:spacing w:before="20" w:after="2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6AADD" w14:textId="77777777" w:rsidR="00A67F13" w:rsidRPr="00E35FD9" w:rsidRDefault="00A67F13" w:rsidP="00D13C27">
            <w:pPr>
              <w:tabs>
                <w:tab w:val="left" w:pos="567"/>
                <w:tab w:val="left" w:pos="3402"/>
              </w:tabs>
              <w:spacing w:before="20" w:after="20"/>
              <w:rPr>
                <w:rFonts w:cs="Arial"/>
                <w:sz w:val="20"/>
                <w:szCs w:val="20"/>
              </w:rPr>
            </w:pPr>
          </w:p>
        </w:tc>
      </w:tr>
      <w:tr w:rsidR="00A67F13" w:rsidRPr="00E35FD9" w14:paraId="1D3A3E6D" w14:textId="77777777" w:rsidTr="002F1C56">
        <w:tc>
          <w:tcPr>
            <w:tcW w:w="2875" w:type="dxa"/>
            <w:gridSpan w:val="3"/>
            <w:vMerge/>
            <w:tcBorders>
              <w:right w:val="single" w:sz="4" w:space="0" w:color="auto"/>
            </w:tcBorders>
          </w:tcPr>
          <w:p w14:paraId="055658CC" w14:textId="77777777" w:rsidR="00A67F13" w:rsidRPr="00D751A2" w:rsidRDefault="00A67F13" w:rsidP="005E3926">
            <w:pPr>
              <w:tabs>
                <w:tab w:val="left" w:pos="567"/>
                <w:tab w:val="left" w:pos="3402"/>
              </w:tabs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C9948F9" w14:textId="77777777" w:rsidR="00A67F13" w:rsidRDefault="00A67F13" w:rsidP="005E3926">
            <w:pPr>
              <w:tabs>
                <w:tab w:val="left" w:pos="567"/>
                <w:tab w:val="left" w:pos="3402"/>
              </w:tabs>
              <w:spacing w:before="20" w:after="20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DSLS</w:t>
            </w:r>
            <w:r w:rsidRPr="00081111">
              <w:rPr>
                <w:rFonts w:cs="Arial"/>
                <w:b/>
                <w:sz w:val="20"/>
                <w:szCs w:val="20"/>
              </w:rPr>
              <w:t>-ID</w:t>
            </w:r>
            <w:r>
              <w:rPr>
                <w:rFonts w:cs="Arial"/>
                <w:b/>
                <w:sz w:val="20"/>
                <w:szCs w:val="20"/>
              </w:rPr>
              <w:t>:</w:t>
            </w:r>
            <w:r w:rsidRPr="00081111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42701C">
              <w:rPr>
                <w:rFonts w:cs="Arial"/>
                <w:b/>
                <w:sz w:val="16"/>
                <w:szCs w:val="16"/>
              </w:rPr>
              <w:t>(nur ausfüllen, wenn Cluster)</w:t>
            </w:r>
          </w:p>
        </w:tc>
        <w:tc>
          <w:tcPr>
            <w:tcW w:w="21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F916181" w14:textId="77777777" w:rsidR="00A67F13" w:rsidRPr="00E35FD9" w:rsidRDefault="00A67F13" w:rsidP="005E3926">
            <w:pPr>
              <w:tabs>
                <w:tab w:val="left" w:pos="567"/>
                <w:tab w:val="left" w:pos="3402"/>
              </w:tabs>
              <w:spacing w:before="20" w:after="2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68508" w14:textId="77777777" w:rsidR="00A67F13" w:rsidRPr="00E35FD9" w:rsidRDefault="00A67F13" w:rsidP="00D13C27">
            <w:pPr>
              <w:tabs>
                <w:tab w:val="left" w:pos="567"/>
                <w:tab w:val="left" w:pos="3402"/>
              </w:tabs>
              <w:spacing w:before="20" w:after="20"/>
              <w:rPr>
                <w:rFonts w:cs="Arial"/>
                <w:sz w:val="20"/>
                <w:szCs w:val="20"/>
              </w:rPr>
            </w:pPr>
          </w:p>
        </w:tc>
      </w:tr>
    </w:tbl>
    <w:p w14:paraId="5E79B01E" w14:textId="77777777" w:rsidR="00A67F13" w:rsidRPr="00A67F13" w:rsidRDefault="00A67F13" w:rsidP="00A67F13">
      <w:pPr>
        <w:rPr>
          <w:rFonts w:cs="Arial"/>
          <w:sz w:val="20"/>
          <w:szCs w:val="20"/>
          <w:lang w:val="en-US"/>
        </w:rPr>
      </w:pPr>
      <w:proofErr w:type="spellStart"/>
      <w:r>
        <w:rPr>
          <w:rFonts w:cs="Arial"/>
          <w:sz w:val="20"/>
          <w:szCs w:val="20"/>
          <w:lang w:val="en-US"/>
        </w:rPr>
        <w:t>Lizenzart</w:t>
      </w:r>
      <w:proofErr w:type="spellEnd"/>
      <w:r>
        <w:rPr>
          <w:rFonts w:cs="Arial"/>
          <w:sz w:val="20"/>
          <w:szCs w:val="20"/>
          <w:lang w:val="en-US"/>
        </w:rPr>
        <w:t>: (</w:t>
      </w:r>
      <w:proofErr w:type="spellStart"/>
      <w:r>
        <w:rPr>
          <w:rFonts w:cs="Arial"/>
          <w:sz w:val="20"/>
          <w:szCs w:val="20"/>
          <w:lang w:val="en-US"/>
        </w:rPr>
        <w:t>nodelocked</w:t>
      </w:r>
      <w:proofErr w:type="spellEnd"/>
      <w:r>
        <w:rPr>
          <w:rFonts w:cs="Arial"/>
          <w:sz w:val="20"/>
          <w:szCs w:val="20"/>
          <w:lang w:val="en-US"/>
        </w:rPr>
        <w:t>/ floating)</w:t>
      </w:r>
    </w:p>
    <w:p w14:paraId="7D66448A" w14:textId="77777777" w:rsidR="00081111" w:rsidRPr="00A67F13" w:rsidRDefault="00081111" w:rsidP="00A67F13">
      <w:pPr>
        <w:spacing w:line="160" w:lineRule="exact"/>
        <w:rPr>
          <w:rFonts w:cs="Arial"/>
          <w:sz w:val="20"/>
          <w:szCs w:val="20"/>
          <w:lang w:val="en-US"/>
        </w:rPr>
      </w:pPr>
    </w:p>
    <w:p w14:paraId="57605393" w14:textId="77777777" w:rsidR="00D751A2" w:rsidRPr="00A67F13" w:rsidRDefault="00F03122" w:rsidP="00A67F13">
      <w:pPr>
        <w:tabs>
          <w:tab w:val="left" w:pos="3402"/>
        </w:tabs>
        <w:spacing w:line="160" w:lineRule="exact"/>
        <w:rPr>
          <w:rFonts w:cs="Arial"/>
          <w:sz w:val="20"/>
          <w:szCs w:val="20"/>
          <w:lang w:val="en-US"/>
        </w:rPr>
      </w:pPr>
      <w:r>
        <w:rPr>
          <w:rFonts w:cs="Arial"/>
          <w:noProof/>
          <w:sz w:val="20"/>
          <w:szCs w:val="20"/>
        </w:rPr>
        <w:pict w14:anchorId="1EC33575">
          <v:line id="_x0000_s2093" style="position:absolute;z-index:251671040" from="1.1pt,4.7pt" to="454.75pt,4.75pt" o:allowincell="f">
            <v:stroke startarrowwidth="narrow" startarrowlength="short" endarrowwidth="narrow" endarrowlength="short"/>
          </v:line>
        </w:pict>
      </w:r>
    </w:p>
    <w:p w14:paraId="2573088B" w14:textId="77777777" w:rsidR="00DC1D98" w:rsidRPr="00A67F13" w:rsidRDefault="00DC1D98" w:rsidP="00DC1D98">
      <w:pPr>
        <w:rPr>
          <w:rFonts w:cs="Arial"/>
          <w:b/>
          <w:sz w:val="20"/>
          <w:szCs w:val="20"/>
          <w:lang w:val="en-US"/>
        </w:rPr>
      </w:pPr>
      <w:r w:rsidRPr="00A67F13">
        <w:rPr>
          <w:rFonts w:cs="Arial"/>
          <w:b/>
          <w:sz w:val="20"/>
          <w:szCs w:val="20"/>
          <w:lang w:val="en-US"/>
        </w:rPr>
        <w:t>CPU</w:t>
      </w:r>
      <w:r w:rsidR="003E02A6" w:rsidRPr="00A67F13">
        <w:rPr>
          <w:rFonts w:cs="Arial"/>
          <w:b/>
          <w:sz w:val="20"/>
          <w:szCs w:val="20"/>
          <w:lang w:val="en-US"/>
        </w:rPr>
        <w:t>-ID neu</w:t>
      </w:r>
      <w:r w:rsidRPr="00A67F13">
        <w:rPr>
          <w:rFonts w:cs="Arial"/>
          <w:b/>
          <w:sz w:val="20"/>
          <w:szCs w:val="20"/>
          <w:lang w:val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2191"/>
        <w:gridCol w:w="330"/>
        <w:gridCol w:w="3960"/>
        <w:gridCol w:w="165"/>
        <w:gridCol w:w="2216"/>
      </w:tblGrid>
      <w:tr w:rsidR="00DC1D98" w:rsidRPr="00D751A2" w14:paraId="2529B043" w14:textId="77777777" w:rsidTr="00081111">
        <w:tc>
          <w:tcPr>
            <w:tcW w:w="354" w:type="dxa"/>
          </w:tcPr>
          <w:p w14:paraId="491B83AE" w14:textId="77777777" w:rsidR="00DC1D98" w:rsidRPr="00A67F13" w:rsidRDefault="00DC1D98" w:rsidP="00B47AE9">
            <w:pPr>
              <w:tabs>
                <w:tab w:val="left" w:pos="567"/>
                <w:tab w:val="left" w:pos="3402"/>
              </w:tabs>
              <w:spacing w:before="20" w:after="20"/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191" w:type="dxa"/>
          </w:tcPr>
          <w:p w14:paraId="3F97731E" w14:textId="77777777" w:rsidR="00DC1D98" w:rsidRPr="00D751A2" w:rsidRDefault="003E02A6" w:rsidP="003E02A6">
            <w:pPr>
              <w:tabs>
                <w:tab w:val="left" w:pos="567"/>
                <w:tab w:val="left" w:pos="3402"/>
              </w:tabs>
              <w:spacing w:before="20" w:after="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Betriebssystem:</w:t>
            </w:r>
          </w:p>
        </w:tc>
        <w:tc>
          <w:tcPr>
            <w:tcW w:w="330" w:type="dxa"/>
            <w:tcBorders>
              <w:right w:val="single" w:sz="4" w:space="0" w:color="auto"/>
            </w:tcBorders>
          </w:tcPr>
          <w:p w14:paraId="302815A0" w14:textId="77777777" w:rsidR="00DC1D98" w:rsidRPr="00D751A2" w:rsidRDefault="00DC1D98" w:rsidP="00B47AE9">
            <w:pPr>
              <w:tabs>
                <w:tab w:val="left" w:pos="567"/>
                <w:tab w:val="left" w:pos="3402"/>
              </w:tabs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60" w:type="dxa"/>
            <w:tcBorders>
              <w:left w:val="single" w:sz="4" w:space="0" w:color="auto"/>
            </w:tcBorders>
          </w:tcPr>
          <w:p w14:paraId="0CD258CB" w14:textId="77777777" w:rsidR="00DC1D98" w:rsidRPr="00D751A2" w:rsidRDefault="00081111" w:rsidP="00EF211E">
            <w:pPr>
              <w:tabs>
                <w:tab w:val="left" w:pos="567"/>
                <w:tab w:val="left" w:pos="3402"/>
              </w:tabs>
              <w:spacing w:before="20" w:after="20"/>
              <w:rPr>
                <w:rFonts w:cs="Arial"/>
                <w:sz w:val="20"/>
                <w:szCs w:val="20"/>
              </w:rPr>
            </w:pPr>
            <w:r w:rsidRPr="00F36E95">
              <w:rPr>
                <w:rFonts w:cs="Arial"/>
                <w:b/>
                <w:sz w:val="20"/>
                <w:szCs w:val="20"/>
                <w:lang w:val="en-GB"/>
              </w:rPr>
              <w:t>CPU-ID</w:t>
            </w:r>
            <w:r w:rsidR="00A67F13">
              <w:rPr>
                <w:rFonts w:cs="Arial"/>
                <w:b/>
                <w:sz w:val="20"/>
                <w:szCs w:val="20"/>
                <w:lang w:val="en-GB"/>
              </w:rPr>
              <w:t>:</w:t>
            </w:r>
          </w:p>
        </w:tc>
        <w:tc>
          <w:tcPr>
            <w:tcW w:w="165" w:type="dxa"/>
          </w:tcPr>
          <w:p w14:paraId="7CA52A07" w14:textId="77777777" w:rsidR="00DC1D98" w:rsidRPr="00D751A2" w:rsidRDefault="00DC1D98" w:rsidP="00B47AE9">
            <w:pPr>
              <w:tabs>
                <w:tab w:val="left" w:pos="567"/>
                <w:tab w:val="left" w:pos="3402"/>
              </w:tabs>
              <w:spacing w:before="20" w:after="2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2216" w:type="dxa"/>
          </w:tcPr>
          <w:p w14:paraId="674A36EA" w14:textId="77777777" w:rsidR="00DC1D98" w:rsidRPr="00D751A2" w:rsidRDefault="00DC1D98" w:rsidP="00D13C27">
            <w:pPr>
              <w:tabs>
                <w:tab w:val="left" w:pos="567"/>
                <w:tab w:val="left" w:pos="3402"/>
              </w:tabs>
              <w:spacing w:before="20" w:after="2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A67F13" w:rsidRPr="00081111" w14:paraId="23EA7AB0" w14:textId="77777777" w:rsidTr="002F1C56">
        <w:tc>
          <w:tcPr>
            <w:tcW w:w="2875" w:type="dxa"/>
            <w:gridSpan w:val="3"/>
            <w:vMerge w:val="restart"/>
            <w:tcBorders>
              <w:right w:val="single" w:sz="4" w:space="0" w:color="auto"/>
            </w:tcBorders>
          </w:tcPr>
          <w:p w14:paraId="4B5BBA7A" w14:textId="77777777" w:rsidR="00A67F13" w:rsidRPr="00D751A2" w:rsidRDefault="00A67F13" w:rsidP="00A67F13">
            <w:pPr>
              <w:tabs>
                <w:tab w:val="left" w:pos="567"/>
                <w:tab w:val="left" w:pos="3402"/>
              </w:tabs>
              <w:spacing w:before="20" w:after="20"/>
              <w:rPr>
                <w:rFonts w:cs="Arial"/>
                <w:sz w:val="20"/>
                <w:szCs w:val="20"/>
              </w:rPr>
            </w:pPr>
          </w:p>
        </w:tc>
        <w:tc>
          <w:tcPr>
            <w:tcW w:w="3960" w:type="dxa"/>
            <w:tcBorders>
              <w:left w:val="single" w:sz="4" w:space="0" w:color="auto"/>
            </w:tcBorders>
          </w:tcPr>
          <w:p w14:paraId="190DC6BF" w14:textId="77777777" w:rsidR="00A67F13" w:rsidRPr="00081111" w:rsidRDefault="00A67F13" w:rsidP="00600A6F">
            <w:pPr>
              <w:tabs>
                <w:tab w:val="left" w:pos="567"/>
                <w:tab w:val="left" w:pos="3402"/>
              </w:tabs>
              <w:spacing w:before="20" w:after="20"/>
              <w:rPr>
                <w:rFonts w:cs="Arial"/>
                <w:sz w:val="20"/>
                <w:szCs w:val="20"/>
              </w:rPr>
            </w:pPr>
            <w:r w:rsidRPr="00081111">
              <w:rPr>
                <w:rFonts w:cs="Arial"/>
                <w:b/>
                <w:sz w:val="20"/>
                <w:szCs w:val="20"/>
              </w:rPr>
              <w:t>CPU-ID</w:t>
            </w:r>
            <w:r>
              <w:rPr>
                <w:rFonts w:cs="Arial"/>
                <w:b/>
                <w:sz w:val="20"/>
                <w:szCs w:val="20"/>
              </w:rPr>
              <w:t>:</w:t>
            </w:r>
            <w:r w:rsidRPr="00081111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42701C">
              <w:rPr>
                <w:rFonts w:cs="Arial"/>
                <w:b/>
                <w:sz w:val="16"/>
                <w:szCs w:val="16"/>
              </w:rPr>
              <w:t>(nur ausfüllen, wenn Cluster)</w:t>
            </w:r>
          </w:p>
        </w:tc>
        <w:tc>
          <w:tcPr>
            <w:tcW w:w="165" w:type="dxa"/>
          </w:tcPr>
          <w:p w14:paraId="408E3A7E" w14:textId="77777777" w:rsidR="00A67F13" w:rsidRPr="00081111" w:rsidRDefault="00A67F13" w:rsidP="00B47AE9">
            <w:pPr>
              <w:tabs>
                <w:tab w:val="left" w:pos="567"/>
                <w:tab w:val="left" w:pos="3402"/>
              </w:tabs>
              <w:spacing w:before="20" w:after="2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2216" w:type="dxa"/>
          </w:tcPr>
          <w:p w14:paraId="2B66DAF4" w14:textId="77777777" w:rsidR="00A67F13" w:rsidRPr="00081111" w:rsidRDefault="00A67F13" w:rsidP="00D13C27">
            <w:pPr>
              <w:tabs>
                <w:tab w:val="left" w:pos="567"/>
                <w:tab w:val="left" w:pos="3402"/>
              </w:tabs>
              <w:spacing w:before="20" w:after="2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A67F13" w:rsidRPr="00D751A2" w14:paraId="4F781BDA" w14:textId="77777777" w:rsidTr="002F1C56">
        <w:tc>
          <w:tcPr>
            <w:tcW w:w="2875" w:type="dxa"/>
            <w:gridSpan w:val="3"/>
            <w:vMerge/>
            <w:tcBorders>
              <w:right w:val="single" w:sz="4" w:space="0" w:color="auto"/>
            </w:tcBorders>
          </w:tcPr>
          <w:p w14:paraId="757186AE" w14:textId="77777777" w:rsidR="00A67F13" w:rsidRPr="00081111" w:rsidRDefault="00A67F13" w:rsidP="00B47AE9">
            <w:pPr>
              <w:tabs>
                <w:tab w:val="left" w:pos="567"/>
                <w:tab w:val="left" w:pos="3402"/>
              </w:tabs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60" w:type="dxa"/>
            <w:tcBorders>
              <w:left w:val="single" w:sz="4" w:space="0" w:color="auto"/>
            </w:tcBorders>
          </w:tcPr>
          <w:p w14:paraId="1F48ABC3" w14:textId="77777777" w:rsidR="00A67F13" w:rsidRPr="00D751A2" w:rsidRDefault="00A67F13" w:rsidP="00600A6F">
            <w:pPr>
              <w:tabs>
                <w:tab w:val="left" w:pos="567"/>
                <w:tab w:val="left" w:pos="3402"/>
              </w:tabs>
              <w:spacing w:before="20" w:after="20"/>
              <w:rPr>
                <w:rFonts w:cs="Arial"/>
                <w:sz w:val="20"/>
                <w:szCs w:val="20"/>
              </w:rPr>
            </w:pPr>
            <w:r w:rsidRPr="00081111">
              <w:rPr>
                <w:rFonts w:cs="Arial"/>
                <w:b/>
                <w:sz w:val="20"/>
                <w:szCs w:val="20"/>
              </w:rPr>
              <w:t>CPU-ID</w:t>
            </w:r>
            <w:r>
              <w:rPr>
                <w:rFonts w:cs="Arial"/>
                <w:b/>
                <w:sz w:val="20"/>
                <w:szCs w:val="20"/>
              </w:rPr>
              <w:t>:</w:t>
            </w:r>
            <w:r w:rsidRPr="00081111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42701C">
              <w:rPr>
                <w:rFonts w:cs="Arial"/>
                <w:b/>
                <w:sz w:val="16"/>
                <w:szCs w:val="16"/>
              </w:rPr>
              <w:t>(nur ausfüllen, wenn Cluster)</w:t>
            </w:r>
          </w:p>
        </w:tc>
        <w:tc>
          <w:tcPr>
            <w:tcW w:w="165" w:type="dxa"/>
          </w:tcPr>
          <w:p w14:paraId="41F216B4" w14:textId="77777777" w:rsidR="00A67F13" w:rsidRPr="00D751A2" w:rsidRDefault="00A67F13" w:rsidP="00B47AE9">
            <w:pPr>
              <w:tabs>
                <w:tab w:val="left" w:pos="567"/>
                <w:tab w:val="left" w:pos="3402"/>
              </w:tabs>
              <w:spacing w:before="20" w:after="2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2216" w:type="dxa"/>
          </w:tcPr>
          <w:p w14:paraId="7F5DE070" w14:textId="77777777" w:rsidR="00A67F13" w:rsidRPr="00D751A2" w:rsidRDefault="00A67F13" w:rsidP="00D13C27">
            <w:pPr>
              <w:tabs>
                <w:tab w:val="left" w:pos="567"/>
                <w:tab w:val="left" w:pos="3402"/>
              </w:tabs>
              <w:spacing w:before="20" w:after="2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14:paraId="4DD15B14" w14:textId="77777777" w:rsidR="00A67F13" w:rsidRPr="00A67F13" w:rsidRDefault="00A67F13" w:rsidP="00A67F13">
      <w:pPr>
        <w:rPr>
          <w:rFonts w:cs="Arial"/>
          <w:sz w:val="20"/>
          <w:szCs w:val="20"/>
          <w:lang w:val="en-US"/>
        </w:rPr>
      </w:pPr>
      <w:proofErr w:type="spellStart"/>
      <w:r>
        <w:rPr>
          <w:rFonts w:cs="Arial"/>
          <w:sz w:val="20"/>
          <w:szCs w:val="20"/>
          <w:lang w:val="en-US"/>
        </w:rPr>
        <w:t>Lizenzart</w:t>
      </w:r>
      <w:proofErr w:type="spellEnd"/>
      <w:r>
        <w:rPr>
          <w:rFonts w:cs="Arial"/>
          <w:sz w:val="20"/>
          <w:szCs w:val="20"/>
          <w:lang w:val="en-US"/>
        </w:rPr>
        <w:t>: (</w:t>
      </w:r>
      <w:proofErr w:type="spellStart"/>
      <w:r>
        <w:rPr>
          <w:rFonts w:cs="Arial"/>
          <w:sz w:val="20"/>
          <w:szCs w:val="20"/>
          <w:lang w:val="en-US"/>
        </w:rPr>
        <w:t>nodelocked</w:t>
      </w:r>
      <w:proofErr w:type="spellEnd"/>
      <w:r>
        <w:rPr>
          <w:rFonts w:cs="Arial"/>
          <w:sz w:val="20"/>
          <w:szCs w:val="20"/>
          <w:lang w:val="en-US"/>
        </w:rPr>
        <w:t>/ floating)</w:t>
      </w:r>
    </w:p>
    <w:p w14:paraId="739FE2C8" w14:textId="77777777" w:rsidR="00DC1D98" w:rsidRPr="00A67F13" w:rsidRDefault="00DC1D98" w:rsidP="00D13C27">
      <w:pPr>
        <w:tabs>
          <w:tab w:val="left" w:pos="567"/>
          <w:tab w:val="left" w:pos="3402"/>
        </w:tabs>
        <w:spacing w:line="160" w:lineRule="exact"/>
        <w:rPr>
          <w:rFonts w:cs="Arial"/>
          <w:sz w:val="20"/>
          <w:szCs w:val="20"/>
          <w:lang w:val="en-US"/>
        </w:rPr>
      </w:pPr>
    </w:p>
    <w:p w14:paraId="57CC0EA9" w14:textId="77777777" w:rsidR="00081111" w:rsidRPr="00A67F13" w:rsidRDefault="003C03F6" w:rsidP="00081111">
      <w:pPr>
        <w:rPr>
          <w:rFonts w:cs="Arial"/>
          <w:b/>
          <w:sz w:val="20"/>
          <w:szCs w:val="20"/>
          <w:lang w:val="en-US"/>
        </w:rPr>
      </w:pPr>
      <w:r>
        <w:rPr>
          <w:rFonts w:cs="Arial"/>
          <w:b/>
          <w:sz w:val="20"/>
          <w:szCs w:val="20"/>
          <w:lang w:val="en-GB"/>
        </w:rPr>
        <w:t>DSLS</w:t>
      </w:r>
      <w:r w:rsidR="00081111" w:rsidRPr="00F36E95">
        <w:rPr>
          <w:rFonts w:cs="Arial"/>
          <w:b/>
          <w:sz w:val="20"/>
          <w:szCs w:val="20"/>
          <w:lang w:val="en-GB"/>
        </w:rPr>
        <w:t xml:space="preserve"> ID </w:t>
      </w:r>
      <w:r w:rsidR="00081111" w:rsidRPr="00A67F13">
        <w:rPr>
          <w:rFonts w:cs="Arial"/>
          <w:b/>
          <w:sz w:val="20"/>
          <w:szCs w:val="20"/>
          <w:lang w:val="en-US"/>
        </w:rPr>
        <w:t>neu: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2191"/>
        <w:gridCol w:w="330"/>
        <w:gridCol w:w="3682"/>
        <w:gridCol w:w="160"/>
        <w:gridCol w:w="2499"/>
      </w:tblGrid>
      <w:tr w:rsidR="00081111" w:rsidRPr="00D751A2" w14:paraId="412689EA" w14:textId="77777777" w:rsidTr="003C03F6">
        <w:tc>
          <w:tcPr>
            <w:tcW w:w="354" w:type="dxa"/>
          </w:tcPr>
          <w:p w14:paraId="4A5B5AE9" w14:textId="77777777" w:rsidR="00081111" w:rsidRPr="00A67F13" w:rsidRDefault="00081111" w:rsidP="005E3926">
            <w:pPr>
              <w:tabs>
                <w:tab w:val="left" w:pos="567"/>
                <w:tab w:val="left" w:pos="3402"/>
              </w:tabs>
              <w:spacing w:before="20" w:after="20"/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191" w:type="dxa"/>
          </w:tcPr>
          <w:p w14:paraId="2DBB7D9A" w14:textId="77777777" w:rsidR="00081111" w:rsidRPr="00D751A2" w:rsidRDefault="00081111" w:rsidP="005E3926">
            <w:pPr>
              <w:tabs>
                <w:tab w:val="left" w:pos="567"/>
                <w:tab w:val="left" w:pos="3402"/>
              </w:tabs>
              <w:spacing w:before="20" w:after="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Betriebssystem:</w:t>
            </w:r>
          </w:p>
        </w:tc>
        <w:tc>
          <w:tcPr>
            <w:tcW w:w="330" w:type="dxa"/>
            <w:tcBorders>
              <w:right w:val="single" w:sz="4" w:space="0" w:color="auto"/>
            </w:tcBorders>
          </w:tcPr>
          <w:p w14:paraId="0CCE5870" w14:textId="77777777" w:rsidR="00081111" w:rsidRPr="00D751A2" w:rsidRDefault="00081111" w:rsidP="005E3926">
            <w:pPr>
              <w:tabs>
                <w:tab w:val="left" w:pos="567"/>
                <w:tab w:val="left" w:pos="3402"/>
              </w:tabs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</w:tcPr>
          <w:p w14:paraId="63236BD8" w14:textId="77777777" w:rsidR="00081111" w:rsidRPr="00D751A2" w:rsidRDefault="003C03F6" w:rsidP="005E3926">
            <w:pPr>
              <w:tabs>
                <w:tab w:val="left" w:pos="567"/>
                <w:tab w:val="left" w:pos="3402"/>
              </w:tabs>
              <w:spacing w:before="20" w:after="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  <w:lang w:val="en-GB"/>
              </w:rPr>
              <w:t>DSLS</w:t>
            </w:r>
            <w:r w:rsidR="00081111" w:rsidRPr="00F36E95">
              <w:rPr>
                <w:rFonts w:cs="Arial"/>
                <w:b/>
                <w:sz w:val="20"/>
                <w:szCs w:val="20"/>
                <w:lang w:val="en-GB"/>
              </w:rPr>
              <w:t xml:space="preserve"> ID</w:t>
            </w:r>
            <w:r w:rsidR="00A67F13">
              <w:rPr>
                <w:rFonts w:cs="Arial"/>
                <w:b/>
                <w:sz w:val="20"/>
                <w:szCs w:val="20"/>
                <w:lang w:val="en-GB"/>
              </w:rPr>
              <w:t>:</w:t>
            </w:r>
          </w:p>
        </w:tc>
        <w:tc>
          <w:tcPr>
            <w:tcW w:w="160" w:type="dxa"/>
          </w:tcPr>
          <w:p w14:paraId="60ED2F48" w14:textId="77777777" w:rsidR="00081111" w:rsidRPr="00D751A2" w:rsidRDefault="00081111" w:rsidP="005E3926">
            <w:pPr>
              <w:tabs>
                <w:tab w:val="left" w:pos="567"/>
                <w:tab w:val="left" w:pos="3402"/>
              </w:tabs>
              <w:spacing w:before="20" w:after="2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2499" w:type="dxa"/>
          </w:tcPr>
          <w:p w14:paraId="063BD9FE" w14:textId="77777777" w:rsidR="00081111" w:rsidRPr="00D751A2" w:rsidRDefault="00081111" w:rsidP="00D13C27">
            <w:pPr>
              <w:tabs>
                <w:tab w:val="left" w:pos="567"/>
                <w:tab w:val="left" w:pos="3402"/>
              </w:tabs>
              <w:spacing w:before="20" w:after="2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A67F13" w:rsidRPr="003C03F6" w14:paraId="07F3092C" w14:textId="77777777" w:rsidTr="002F1C56">
        <w:tc>
          <w:tcPr>
            <w:tcW w:w="2875" w:type="dxa"/>
            <w:gridSpan w:val="3"/>
            <w:vMerge w:val="restart"/>
            <w:tcBorders>
              <w:right w:val="single" w:sz="4" w:space="0" w:color="auto"/>
            </w:tcBorders>
          </w:tcPr>
          <w:p w14:paraId="7E85A906" w14:textId="77777777" w:rsidR="00A67F13" w:rsidRPr="00D751A2" w:rsidRDefault="00A67F13" w:rsidP="00A67F13">
            <w:pPr>
              <w:tabs>
                <w:tab w:val="left" w:pos="567"/>
                <w:tab w:val="left" w:pos="3402"/>
              </w:tabs>
              <w:spacing w:before="20" w:after="20"/>
              <w:rPr>
                <w:rFonts w:cs="Arial"/>
                <w:sz w:val="20"/>
                <w:szCs w:val="2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</w:tcPr>
          <w:p w14:paraId="68B25545" w14:textId="77777777" w:rsidR="00A67F13" w:rsidRPr="003C03F6" w:rsidRDefault="00A67F13" w:rsidP="005E3926">
            <w:pPr>
              <w:tabs>
                <w:tab w:val="left" w:pos="567"/>
                <w:tab w:val="left" w:pos="3402"/>
              </w:tabs>
              <w:spacing w:before="20" w:after="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DSLS</w:t>
            </w:r>
            <w:r w:rsidRPr="00081111">
              <w:rPr>
                <w:rFonts w:cs="Arial"/>
                <w:b/>
                <w:sz w:val="20"/>
                <w:szCs w:val="20"/>
              </w:rPr>
              <w:t>-ID</w:t>
            </w:r>
            <w:r>
              <w:rPr>
                <w:rFonts w:cs="Arial"/>
                <w:b/>
                <w:sz w:val="20"/>
                <w:szCs w:val="20"/>
              </w:rPr>
              <w:t>:</w:t>
            </w:r>
            <w:r w:rsidRPr="00081111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42701C">
              <w:rPr>
                <w:rFonts w:cs="Arial"/>
                <w:b/>
                <w:sz w:val="16"/>
                <w:szCs w:val="16"/>
              </w:rPr>
              <w:t>(nur ausfüllen, wenn Cluster)</w:t>
            </w:r>
          </w:p>
        </w:tc>
        <w:tc>
          <w:tcPr>
            <w:tcW w:w="160" w:type="dxa"/>
          </w:tcPr>
          <w:p w14:paraId="1C7E2F48" w14:textId="77777777" w:rsidR="00A67F13" w:rsidRPr="003C03F6" w:rsidRDefault="00A67F13" w:rsidP="005E3926">
            <w:pPr>
              <w:tabs>
                <w:tab w:val="left" w:pos="567"/>
                <w:tab w:val="left" w:pos="3402"/>
              </w:tabs>
              <w:spacing w:before="20" w:after="2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2499" w:type="dxa"/>
          </w:tcPr>
          <w:p w14:paraId="2FE89042" w14:textId="77777777" w:rsidR="00A67F13" w:rsidRPr="003C03F6" w:rsidRDefault="00A67F13" w:rsidP="00D13C27">
            <w:pPr>
              <w:tabs>
                <w:tab w:val="left" w:pos="567"/>
                <w:tab w:val="left" w:pos="3402"/>
              </w:tabs>
              <w:spacing w:before="20" w:after="2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A67F13" w:rsidRPr="003C03F6" w14:paraId="23CF074C" w14:textId="77777777" w:rsidTr="002F1C56">
        <w:tc>
          <w:tcPr>
            <w:tcW w:w="2875" w:type="dxa"/>
            <w:gridSpan w:val="3"/>
            <w:vMerge/>
            <w:tcBorders>
              <w:right w:val="single" w:sz="4" w:space="0" w:color="auto"/>
            </w:tcBorders>
          </w:tcPr>
          <w:p w14:paraId="11B3A49E" w14:textId="77777777" w:rsidR="00A67F13" w:rsidRPr="00D751A2" w:rsidRDefault="00A67F13" w:rsidP="005E3926">
            <w:pPr>
              <w:tabs>
                <w:tab w:val="left" w:pos="567"/>
                <w:tab w:val="left" w:pos="3402"/>
              </w:tabs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682" w:type="dxa"/>
            <w:tcBorders>
              <w:left w:val="single" w:sz="4" w:space="0" w:color="auto"/>
            </w:tcBorders>
          </w:tcPr>
          <w:p w14:paraId="33BF0DC0" w14:textId="77777777" w:rsidR="00A67F13" w:rsidRDefault="00A67F13" w:rsidP="005E3926">
            <w:pPr>
              <w:tabs>
                <w:tab w:val="left" w:pos="567"/>
                <w:tab w:val="left" w:pos="3402"/>
              </w:tabs>
              <w:spacing w:before="20" w:after="20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DSLS</w:t>
            </w:r>
            <w:r w:rsidRPr="00081111">
              <w:rPr>
                <w:rFonts w:cs="Arial"/>
                <w:b/>
                <w:sz w:val="20"/>
                <w:szCs w:val="20"/>
              </w:rPr>
              <w:t>-ID</w:t>
            </w:r>
            <w:r>
              <w:rPr>
                <w:rFonts w:cs="Arial"/>
                <w:b/>
                <w:sz w:val="20"/>
                <w:szCs w:val="20"/>
              </w:rPr>
              <w:t>:</w:t>
            </w:r>
            <w:r w:rsidRPr="00081111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42701C">
              <w:rPr>
                <w:rFonts w:cs="Arial"/>
                <w:b/>
                <w:sz w:val="16"/>
                <w:szCs w:val="16"/>
              </w:rPr>
              <w:t>(nur ausfüllen, wenn Cluster)</w:t>
            </w:r>
          </w:p>
        </w:tc>
        <w:tc>
          <w:tcPr>
            <w:tcW w:w="160" w:type="dxa"/>
          </w:tcPr>
          <w:p w14:paraId="437F5C1C" w14:textId="77777777" w:rsidR="00A67F13" w:rsidRPr="003C03F6" w:rsidRDefault="00A67F13" w:rsidP="005E3926">
            <w:pPr>
              <w:tabs>
                <w:tab w:val="left" w:pos="567"/>
                <w:tab w:val="left" w:pos="3402"/>
              </w:tabs>
              <w:spacing w:before="20" w:after="2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2499" w:type="dxa"/>
          </w:tcPr>
          <w:p w14:paraId="07FD8474" w14:textId="77777777" w:rsidR="00A67F13" w:rsidRPr="003C03F6" w:rsidRDefault="00A67F13" w:rsidP="00D13C27">
            <w:pPr>
              <w:tabs>
                <w:tab w:val="left" w:pos="567"/>
                <w:tab w:val="left" w:pos="3402"/>
              </w:tabs>
              <w:spacing w:before="20" w:after="2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14:paraId="5857A814" w14:textId="77777777" w:rsidR="00A67F13" w:rsidRPr="00A67F13" w:rsidRDefault="00A67F13" w:rsidP="00A67F13">
      <w:pPr>
        <w:rPr>
          <w:rFonts w:cs="Arial"/>
          <w:sz w:val="20"/>
          <w:szCs w:val="20"/>
        </w:rPr>
      </w:pPr>
      <w:r w:rsidRPr="00A67F13">
        <w:rPr>
          <w:rFonts w:cs="Arial"/>
          <w:sz w:val="20"/>
          <w:szCs w:val="20"/>
        </w:rPr>
        <w:t>Lizenzart: (</w:t>
      </w:r>
      <w:proofErr w:type="spellStart"/>
      <w:r w:rsidRPr="00A67F13">
        <w:rPr>
          <w:rFonts w:cs="Arial"/>
          <w:sz w:val="20"/>
          <w:szCs w:val="20"/>
        </w:rPr>
        <w:t>nodelocked</w:t>
      </w:r>
      <w:proofErr w:type="spellEnd"/>
      <w:r w:rsidRPr="00A67F13">
        <w:rPr>
          <w:rFonts w:cs="Arial"/>
          <w:sz w:val="20"/>
          <w:szCs w:val="20"/>
        </w:rPr>
        <w:t xml:space="preserve">/ </w:t>
      </w:r>
      <w:proofErr w:type="spellStart"/>
      <w:r w:rsidRPr="00A67F13">
        <w:rPr>
          <w:rFonts w:cs="Arial"/>
          <w:sz w:val="20"/>
          <w:szCs w:val="20"/>
        </w:rPr>
        <w:t>floating</w:t>
      </w:r>
      <w:proofErr w:type="spellEnd"/>
      <w:r w:rsidRPr="00A67F13">
        <w:rPr>
          <w:rFonts w:cs="Arial"/>
          <w:sz w:val="20"/>
          <w:szCs w:val="20"/>
        </w:rPr>
        <w:t>)</w:t>
      </w:r>
    </w:p>
    <w:p w14:paraId="35D7ED52" w14:textId="77777777" w:rsidR="00081111" w:rsidRPr="00D751A2" w:rsidRDefault="00081111" w:rsidP="00A67F13">
      <w:pPr>
        <w:tabs>
          <w:tab w:val="left" w:pos="567"/>
          <w:tab w:val="left" w:pos="3402"/>
        </w:tabs>
        <w:spacing w:line="160" w:lineRule="exact"/>
        <w:rPr>
          <w:rFonts w:cs="Arial"/>
          <w:sz w:val="20"/>
          <w:szCs w:val="20"/>
        </w:rPr>
      </w:pPr>
    </w:p>
    <w:p w14:paraId="37B82567" w14:textId="77777777" w:rsidR="00DC1D98" w:rsidRPr="00D751A2" w:rsidRDefault="00F03122" w:rsidP="00A67F13">
      <w:pPr>
        <w:tabs>
          <w:tab w:val="left" w:pos="3402"/>
        </w:tabs>
        <w:spacing w:line="160" w:lineRule="exact"/>
        <w:rPr>
          <w:rFonts w:cs="Arial"/>
          <w:sz w:val="20"/>
          <w:szCs w:val="20"/>
        </w:rPr>
      </w:pPr>
      <w:r>
        <w:rPr>
          <w:rFonts w:cs="Arial"/>
          <w:noProof/>
          <w:sz w:val="20"/>
          <w:szCs w:val="20"/>
        </w:rPr>
        <w:pict w14:anchorId="41E6849F">
          <v:line id="_x0000_s2092" style="position:absolute;z-index:251670016" from="1.1pt,4.7pt" to="454.75pt,4.75pt" o:allowincell="f">
            <v:stroke startarrowwidth="narrow" startarrowlength="short" endarrowwidth="narrow" endarrowlength="short"/>
          </v:line>
        </w:pict>
      </w:r>
    </w:p>
    <w:p w14:paraId="2E7FA641" w14:textId="77777777" w:rsidR="00D751A2" w:rsidRPr="00D751A2" w:rsidRDefault="00D751A2" w:rsidP="00D751A2">
      <w:pPr>
        <w:spacing w:before="120"/>
        <w:rPr>
          <w:rFonts w:cs="Arial"/>
          <w:sz w:val="20"/>
          <w:szCs w:val="20"/>
        </w:rPr>
      </w:pPr>
      <w:r w:rsidRPr="00D751A2">
        <w:rPr>
          <w:rFonts w:cs="Arial"/>
          <w:sz w:val="20"/>
          <w:szCs w:val="20"/>
        </w:rPr>
        <w:t>Datum: __</w:t>
      </w:r>
      <w:proofErr w:type="gramStart"/>
      <w:r w:rsidRPr="00D751A2">
        <w:rPr>
          <w:rFonts w:cs="Arial"/>
          <w:sz w:val="20"/>
          <w:szCs w:val="20"/>
        </w:rPr>
        <w:t>_._</w:t>
      </w:r>
      <w:proofErr w:type="gramEnd"/>
      <w:r w:rsidRPr="00D751A2">
        <w:rPr>
          <w:rFonts w:cs="Arial"/>
          <w:sz w:val="20"/>
          <w:szCs w:val="20"/>
        </w:rPr>
        <w:t>__.______</w:t>
      </w:r>
    </w:p>
    <w:p w14:paraId="7219CA2D" w14:textId="77777777" w:rsidR="00D751A2" w:rsidRPr="00D751A2" w:rsidRDefault="00D751A2" w:rsidP="00D751A2">
      <w:pPr>
        <w:rPr>
          <w:rFonts w:cs="Arial"/>
          <w:sz w:val="20"/>
          <w:szCs w:val="20"/>
        </w:rPr>
      </w:pPr>
    </w:p>
    <w:p w14:paraId="626E13E3" w14:textId="77777777" w:rsidR="00D751A2" w:rsidRPr="00D751A2" w:rsidRDefault="00D751A2" w:rsidP="00D751A2">
      <w:pPr>
        <w:rPr>
          <w:rFonts w:cs="Arial"/>
          <w:sz w:val="20"/>
          <w:szCs w:val="20"/>
        </w:rPr>
      </w:pPr>
      <w:r w:rsidRPr="00D751A2">
        <w:rPr>
          <w:rFonts w:cs="Arial"/>
          <w:sz w:val="20"/>
          <w:szCs w:val="20"/>
        </w:rPr>
        <w:t>___________________________________________</w:t>
      </w:r>
    </w:p>
    <w:p w14:paraId="33FDC8E7" w14:textId="77777777" w:rsidR="00D751A2" w:rsidRPr="00D751A2" w:rsidRDefault="00D751A2" w:rsidP="00D751A2">
      <w:pPr>
        <w:rPr>
          <w:rFonts w:cs="Arial"/>
          <w:sz w:val="20"/>
          <w:szCs w:val="20"/>
        </w:rPr>
      </w:pPr>
      <w:r w:rsidRPr="00D751A2">
        <w:rPr>
          <w:rFonts w:cs="Arial"/>
          <w:sz w:val="20"/>
          <w:szCs w:val="20"/>
        </w:rPr>
        <w:t>(Stempel, Unterschrift)</w:t>
      </w:r>
    </w:p>
    <w:p w14:paraId="2A110CCD" w14:textId="77777777" w:rsidR="008955A2" w:rsidRDefault="008955A2" w:rsidP="008955A2">
      <w:pPr>
        <w:tabs>
          <w:tab w:val="left" w:pos="3402"/>
        </w:tabs>
        <w:rPr>
          <w:rFonts w:cs="Arial"/>
          <w:sz w:val="20"/>
          <w:szCs w:val="20"/>
        </w:rPr>
      </w:pPr>
    </w:p>
    <w:p w14:paraId="509DEB2E" w14:textId="77777777" w:rsidR="00D13C27" w:rsidRDefault="00D13C27" w:rsidP="008955A2">
      <w:pPr>
        <w:tabs>
          <w:tab w:val="left" w:pos="3402"/>
        </w:tabs>
        <w:rPr>
          <w:rFonts w:cs="Arial"/>
          <w:sz w:val="20"/>
          <w:szCs w:val="20"/>
        </w:rPr>
      </w:pPr>
    </w:p>
    <w:p w14:paraId="6B24E7DE" w14:textId="5D5104A1" w:rsidR="00784F6E" w:rsidRDefault="008955A2" w:rsidP="00784F6E">
      <w:pPr>
        <w:tabs>
          <w:tab w:val="left" w:pos="3402"/>
        </w:tabs>
        <w:rPr>
          <w:rFonts w:cs="Arial"/>
          <w:sz w:val="20"/>
          <w:szCs w:val="20"/>
        </w:rPr>
      </w:pPr>
      <w:r w:rsidRPr="00D751A2">
        <w:rPr>
          <w:rFonts w:cs="Arial"/>
          <w:sz w:val="20"/>
          <w:szCs w:val="20"/>
        </w:rPr>
        <w:t xml:space="preserve">Bitte senden Sie dieses Deinstallationszertifikat zusammen mit dem Auftrag an die T-Systems </w:t>
      </w:r>
      <w:r w:rsidR="00D65DF1">
        <w:rPr>
          <w:rFonts w:cs="Arial"/>
          <w:sz w:val="20"/>
          <w:szCs w:val="20"/>
        </w:rPr>
        <w:t>International</w:t>
      </w:r>
      <w:r w:rsidRPr="00D751A2">
        <w:rPr>
          <w:rFonts w:cs="Arial"/>
          <w:sz w:val="20"/>
          <w:szCs w:val="20"/>
        </w:rPr>
        <w:t xml:space="preserve"> GmbH, </w:t>
      </w:r>
      <w:proofErr w:type="spellStart"/>
      <w:r w:rsidR="00D13C27">
        <w:rPr>
          <w:rFonts w:cs="Arial"/>
          <w:sz w:val="20"/>
          <w:szCs w:val="20"/>
        </w:rPr>
        <w:t>e-</w:t>
      </w:r>
      <w:r w:rsidR="00872FA6">
        <w:rPr>
          <w:rFonts w:cs="Arial"/>
          <w:sz w:val="20"/>
          <w:szCs w:val="20"/>
        </w:rPr>
        <w:t>mail</w:t>
      </w:r>
      <w:proofErr w:type="spellEnd"/>
      <w:r w:rsidR="00872FA6">
        <w:rPr>
          <w:rFonts w:cs="Arial"/>
          <w:sz w:val="20"/>
          <w:szCs w:val="20"/>
        </w:rPr>
        <w:t xml:space="preserve">: </w:t>
      </w:r>
      <w:hyperlink r:id="rId9" w:history="1">
        <w:r w:rsidR="00872FA6" w:rsidRPr="00990FFF">
          <w:rPr>
            <w:rStyle w:val="Hyperlink"/>
            <w:rFonts w:cs="Arial"/>
            <w:sz w:val="20"/>
            <w:szCs w:val="20"/>
          </w:rPr>
          <w:t>cax-service@t-systems.com</w:t>
        </w:r>
      </w:hyperlink>
      <w:r w:rsidR="00872FA6">
        <w:rPr>
          <w:rFonts w:cs="Arial"/>
          <w:sz w:val="20"/>
          <w:szCs w:val="20"/>
        </w:rPr>
        <w:t xml:space="preserve"> oder </w:t>
      </w:r>
      <w:r w:rsidRPr="00D751A2">
        <w:rPr>
          <w:rFonts w:cs="Arial"/>
          <w:sz w:val="20"/>
          <w:szCs w:val="20"/>
        </w:rPr>
        <w:t xml:space="preserve">Fax: +49 (0) </w:t>
      </w:r>
      <w:r w:rsidR="003C03F6" w:rsidRPr="003C03F6">
        <w:rPr>
          <w:sz w:val="20"/>
        </w:rPr>
        <w:t>391 580 248 942</w:t>
      </w:r>
      <w:r w:rsidR="008278A8">
        <w:rPr>
          <w:rFonts w:cs="Arial"/>
          <w:sz w:val="20"/>
          <w:szCs w:val="20"/>
        </w:rPr>
        <w:t>.</w:t>
      </w:r>
    </w:p>
    <w:p w14:paraId="01E00FDC" w14:textId="77777777" w:rsidR="00F36E95" w:rsidRDefault="00F36E95" w:rsidP="00784F6E">
      <w:pPr>
        <w:tabs>
          <w:tab w:val="left" w:pos="3402"/>
        </w:tabs>
        <w:rPr>
          <w:b/>
          <w:szCs w:val="22"/>
        </w:rPr>
      </w:pPr>
      <w:r>
        <w:rPr>
          <w:b/>
          <w:szCs w:val="22"/>
        </w:rPr>
        <w:lastRenderedPageBreak/>
        <w:t>Ermitt</w:t>
      </w:r>
      <w:r w:rsidRPr="00FA4C58">
        <w:rPr>
          <w:b/>
          <w:szCs w:val="22"/>
        </w:rPr>
        <w:t xml:space="preserve">lung der CPU und </w:t>
      </w:r>
      <w:r>
        <w:rPr>
          <w:b/>
          <w:szCs w:val="22"/>
        </w:rPr>
        <w:t>Target</w:t>
      </w:r>
      <w:r w:rsidRPr="00FA4C58">
        <w:rPr>
          <w:b/>
          <w:szCs w:val="22"/>
        </w:rPr>
        <w:t xml:space="preserve"> I</w:t>
      </w:r>
      <w:r>
        <w:rPr>
          <w:b/>
          <w:szCs w:val="22"/>
        </w:rPr>
        <w:t>D</w:t>
      </w:r>
      <w:r w:rsidRPr="00FA4C58">
        <w:rPr>
          <w:b/>
          <w:szCs w:val="22"/>
        </w:rPr>
        <w:t>s</w:t>
      </w:r>
      <w:r>
        <w:rPr>
          <w:b/>
          <w:szCs w:val="22"/>
        </w:rPr>
        <w:t xml:space="preserve"> und des </w:t>
      </w:r>
      <w:r w:rsidR="003C03F6">
        <w:rPr>
          <w:b/>
          <w:szCs w:val="22"/>
        </w:rPr>
        <w:t>DSLS</w:t>
      </w:r>
      <w:r>
        <w:rPr>
          <w:b/>
          <w:szCs w:val="22"/>
        </w:rPr>
        <w:t xml:space="preserve"> </w:t>
      </w:r>
      <w:proofErr w:type="spellStart"/>
      <w:r>
        <w:rPr>
          <w:b/>
          <w:szCs w:val="22"/>
        </w:rPr>
        <w:t>Types</w:t>
      </w:r>
      <w:proofErr w:type="spellEnd"/>
    </w:p>
    <w:p w14:paraId="0BCD2718" w14:textId="77777777" w:rsidR="00F36E95" w:rsidRPr="005A1CA7" w:rsidRDefault="00F36E95" w:rsidP="00F36E95">
      <w:pPr>
        <w:tabs>
          <w:tab w:val="left" w:pos="1155"/>
        </w:tabs>
        <w:autoSpaceDE w:val="0"/>
        <w:autoSpaceDN w:val="0"/>
        <w:adjustRightInd w:val="0"/>
        <w:spacing w:before="120" w:line="240" w:lineRule="auto"/>
        <w:rPr>
          <w:rFonts w:cs="Arial"/>
          <w:sz w:val="20"/>
          <w:szCs w:val="20"/>
        </w:rPr>
      </w:pPr>
      <w:r w:rsidRPr="005A1CA7">
        <w:rPr>
          <w:rFonts w:cs="Arial"/>
          <w:sz w:val="20"/>
          <w:szCs w:val="20"/>
        </w:rPr>
        <w:t>Die Lizensierung der Applikation erfolgt mit FlexLM. Wir benötigen die folgende ID zur Erstellung der Lizenz:</w:t>
      </w:r>
    </w:p>
    <w:p w14:paraId="586171BA" w14:textId="77777777" w:rsidR="00F36E95" w:rsidRPr="00FA4C58" w:rsidRDefault="00F36E95" w:rsidP="00F36E95">
      <w:pPr>
        <w:spacing w:before="120" w:after="120"/>
        <w:rPr>
          <w:b/>
          <w:sz w:val="20"/>
          <w:szCs w:val="20"/>
        </w:rPr>
      </w:pPr>
      <w:r w:rsidRPr="00FA4C58">
        <w:rPr>
          <w:b/>
          <w:sz w:val="20"/>
          <w:szCs w:val="20"/>
        </w:rPr>
        <w:t>Ermittlung der CPU ID:</w:t>
      </w:r>
    </w:p>
    <w:p w14:paraId="2D54CB46" w14:textId="77777777" w:rsidR="00F36E95" w:rsidRDefault="00F36E95" w:rsidP="00F36E95">
      <w:pPr>
        <w:tabs>
          <w:tab w:val="left" w:pos="1155"/>
        </w:tabs>
        <w:autoSpaceDE w:val="0"/>
        <w:autoSpaceDN w:val="0"/>
        <w:adjustRightInd w:val="0"/>
        <w:spacing w:before="120" w:line="24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AIX:</w:t>
      </w:r>
      <w:r>
        <w:rPr>
          <w:rFonts w:cs="Arial"/>
          <w:sz w:val="20"/>
          <w:szCs w:val="20"/>
        </w:rPr>
        <w:tab/>
      </w:r>
      <w:proofErr w:type="spellStart"/>
      <w:r>
        <w:rPr>
          <w:rFonts w:cs="Arial"/>
          <w:sz w:val="20"/>
          <w:szCs w:val="20"/>
        </w:rPr>
        <w:t>uname</w:t>
      </w:r>
      <w:proofErr w:type="spellEnd"/>
      <w:r>
        <w:rPr>
          <w:rFonts w:cs="Arial"/>
          <w:sz w:val="20"/>
          <w:szCs w:val="20"/>
        </w:rPr>
        <w:t xml:space="preserve"> -m</w:t>
      </w:r>
    </w:p>
    <w:p w14:paraId="2906F766" w14:textId="77777777" w:rsidR="00F36E95" w:rsidRPr="004D113D" w:rsidRDefault="00F36E95" w:rsidP="00F36E95">
      <w:pPr>
        <w:tabs>
          <w:tab w:val="left" w:pos="1155"/>
        </w:tabs>
        <w:autoSpaceDE w:val="0"/>
        <w:autoSpaceDN w:val="0"/>
        <w:adjustRightInd w:val="0"/>
        <w:spacing w:line="240" w:lineRule="auto"/>
        <w:rPr>
          <w:rFonts w:cs="Arial"/>
          <w:sz w:val="20"/>
          <w:szCs w:val="20"/>
          <w:lang w:val="en-GB"/>
        </w:rPr>
      </w:pPr>
      <w:r w:rsidRPr="004D113D">
        <w:rPr>
          <w:rFonts w:cs="Arial"/>
          <w:sz w:val="20"/>
          <w:szCs w:val="20"/>
          <w:lang w:val="en-GB"/>
        </w:rPr>
        <w:t>Intel:</w:t>
      </w:r>
      <w:r w:rsidRPr="004D113D">
        <w:rPr>
          <w:rFonts w:cs="Arial"/>
          <w:sz w:val="20"/>
          <w:szCs w:val="20"/>
          <w:lang w:val="en-GB"/>
        </w:rPr>
        <w:tab/>
        <w:t xml:space="preserve">ipconfig /all (network card mac address) </w:t>
      </w:r>
    </w:p>
    <w:p w14:paraId="0B4DDC06" w14:textId="77777777" w:rsidR="00F36E95" w:rsidRDefault="00F36E95" w:rsidP="00F36E95">
      <w:pPr>
        <w:tabs>
          <w:tab w:val="left" w:pos="1155"/>
        </w:tabs>
        <w:autoSpaceDE w:val="0"/>
        <w:autoSpaceDN w:val="0"/>
        <w:adjustRightInd w:val="0"/>
        <w:spacing w:line="240" w:lineRule="auto"/>
        <w:rPr>
          <w:rFonts w:cs="Arial"/>
          <w:sz w:val="20"/>
          <w:szCs w:val="20"/>
        </w:rPr>
      </w:pPr>
      <w:r w:rsidRPr="004D113D">
        <w:rPr>
          <w:rFonts w:cs="Arial"/>
          <w:sz w:val="20"/>
          <w:szCs w:val="20"/>
          <w:lang w:val="en-GB"/>
        </w:rPr>
        <w:tab/>
      </w:r>
      <w:r>
        <w:rPr>
          <w:rFonts w:cs="Arial"/>
          <w:sz w:val="20"/>
          <w:szCs w:val="20"/>
        </w:rPr>
        <w:t>(vorher: Start/ Ausführen; "</w:t>
      </w:r>
      <w:proofErr w:type="spellStart"/>
      <w:r>
        <w:rPr>
          <w:rFonts w:cs="Arial"/>
          <w:sz w:val="20"/>
          <w:szCs w:val="20"/>
        </w:rPr>
        <w:t>cmd</w:t>
      </w:r>
      <w:proofErr w:type="spellEnd"/>
      <w:r>
        <w:rPr>
          <w:rFonts w:cs="Arial"/>
          <w:sz w:val="20"/>
          <w:szCs w:val="20"/>
        </w:rPr>
        <w:t>" eingeben)</w:t>
      </w:r>
    </w:p>
    <w:p w14:paraId="44FE8F19" w14:textId="77777777" w:rsidR="00F36E95" w:rsidRDefault="00F36E95" w:rsidP="00F36E95">
      <w:pPr>
        <w:tabs>
          <w:tab w:val="left" w:pos="1155"/>
        </w:tabs>
        <w:autoSpaceDE w:val="0"/>
        <w:autoSpaceDN w:val="0"/>
        <w:adjustRightInd w:val="0"/>
        <w:spacing w:line="240" w:lineRule="auto"/>
        <w:rPr>
          <w:rFonts w:cs="Arial"/>
          <w:sz w:val="20"/>
          <w:szCs w:val="20"/>
        </w:rPr>
      </w:pPr>
    </w:p>
    <w:p w14:paraId="74C47F68" w14:textId="77777777" w:rsidR="00F36E95" w:rsidRDefault="00F36E95" w:rsidP="00F36E95">
      <w:pPr>
        <w:tabs>
          <w:tab w:val="left" w:pos="1155"/>
        </w:tabs>
        <w:autoSpaceDE w:val="0"/>
        <w:autoSpaceDN w:val="0"/>
        <w:adjustRightInd w:val="0"/>
        <w:spacing w:line="240" w:lineRule="auto"/>
        <w:rPr>
          <w:rFonts w:cs="Arial"/>
          <w:sz w:val="20"/>
          <w:szCs w:val="20"/>
        </w:rPr>
      </w:pPr>
    </w:p>
    <w:p w14:paraId="3158A401" w14:textId="77777777" w:rsidR="00F36E95" w:rsidRDefault="00F36E95" w:rsidP="00F36E95">
      <w:pPr>
        <w:tabs>
          <w:tab w:val="left" w:pos="1155"/>
        </w:tabs>
        <w:autoSpaceDE w:val="0"/>
        <w:autoSpaceDN w:val="0"/>
        <w:adjustRightInd w:val="0"/>
        <w:spacing w:line="240" w:lineRule="auto"/>
        <w:rPr>
          <w:rFonts w:cs="Arial"/>
          <w:sz w:val="20"/>
          <w:szCs w:val="20"/>
        </w:rPr>
      </w:pPr>
    </w:p>
    <w:p w14:paraId="30989182" w14:textId="77777777" w:rsidR="00F36E95" w:rsidRDefault="00F36E95" w:rsidP="00F36E95">
      <w:pPr>
        <w:tabs>
          <w:tab w:val="left" w:pos="1155"/>
        </w:tabs>
        <w:autoSpaceDE w:val="0"/>
        <w:autoSpaceDN w:val="0"/>
        <w:adjustRightInd w:val="0"/>
        <w:spacing w:line="240" w:lineRule="auto"/>
        <w:rPr>
          <w:rFonts w:cs="Arial"/>
          <w:sz w:val="20"/>
          <w:szCs w:val="20"/>
        </w:rPr>
      </w:pPr>
    </w:p>
    <w:p w14:paraId="6812E537" w14:textId="77777777" w:rsidR="00F36E95" w:rsidRDefault="00F36E95" w:rsidP="00F36E95">
      <w:pPr>
        <w:tabs>
          <w:tab w:val="left" w:pos="1155"/>
        </w:tabs>
        <w:autoSpaceDE w:val="0"/>
        <w:autoSpaceDN w:val="0"/>
        <w:adjustRightInd w:val="0"/>
        <w:spacing w:line="240" w:lineRule="auto"/>
        <w:rPr>
          <w:rFonts w:cs="Arial"/>
          <w:sz w:val="20"/>
          <w:szCs w:val="20"/>
        </w:rPr>
      </w:pPr>
    </w:p>
    <w:p w14:paraId="37F069A4" w14:textId="77777777" w:rsidR="00F36E95" w:rsidRPr="00E936BE" w:rsidRDefault="00F36E95" w:rsidP="00F36E95">
      <w:pPr>
        <w:tabs>
          <w:tab w:val="left" w:pos="1155"/>
        </w:tabs>
        <w:autoSpaceDE w:val="0"/>
        <w:autoSpaceDN w:val="0"/>
        <w:adjustRightInd w:val="0"/>
        <w:spacing w:line="240" w:lineRule="auto"/>
        <w:rPr>
          <w:rFonts w:cs="Arial"/>
          <w:sz w:val="20"/>
          <w:szCs w:val="20"/>
        </w:rPr>
      </w:pPr>
    </w:p>
    <w:p w14:paraId="1D117952" w14:textId="77777777" w:rsidR="00F36E95" w:rsidRDefault="00F36E95" w:rsidP="00F36E95">
      <w:pPr>
        <w:tabs>
          <w:tab w:val="left" w:pos="1155"/>
        </w:tabs>
        <w:autoSpaceDE w:val="0"/>
        <w:autoSpaceDN w:val="0"/>
        <w:adjustRightInd w:val="0"/>
        <w:spacing w:line="240" w:lineRule="auto"/>
        <w:rPr>
          <w:rFonts w:cs="Arial"/>
          <w:sz w:val="20"/>
          <w:szCs w:val="20"/>
        </w:rPr>
      </w:pPr>
      <w:r w:rsidRPr="00E936BE">
        <w:rPr>
          <w:rFonts w:cs="Arial"/>
          <w:sz w:val="20"/>
          <w:szCs w:val="20"/>
        </w:rPr>
        <w:t>Die folgende ID benötigen wir für die Erstellung einer VX1-Lizenz. Es handelt sich um die ID Ihres C</w:t>
      </w:r>
      <w:r>
        <w:rPr>
          <w:rFonts w:cs="Arial"/>
          <w:sz w:val="20"/>
          <w:szCs w:val="20"/>
        </w:rPr>
        <w:t>ATIA</w:t>
      </w:r>
      <w:r w:rsidRPr="00E936BE">
        <w:rPr>
          <w:rFonts w:cs="Arial"/>
          <w:sz w:val="20"/>
          <w:szCs w:val="20"/>
        </w:rPr>
        <w:t>-Lizenzservers bzw. Ihrer C</w:t>
      </w:r>
      <w:r>
        <w:rPr>
          <w:rFonts w:cs="Arial"/>
          <w:sz w:val="20"/>
          <w:szCs w:val="20"/>
        </w:rPr>
        <w:t>ATIA</w:t>
      </w:r>
      <w:r w:rsidRPr="00E936BE">
        <w:rPr>
          <w:rFonts w:cs="Arial"/>
          <w:sz w:val="20"/>
          <w:szCs w:val="20"/>
        </w:rPr>
        <w:t>-Maschine.</w:t>
      </w:r>
    </w:p>
    <w:p w14:paraId="4267EFDE" w14:textId="77777777" w:rsidR="003C03F6" w:rsidRDefault="003C03F6" w:rsidP="00F36E95">
      <w:pPr>
        <w:tabs>
          <w:tab w:val="left" w:pos="1155"/>
        </w:tabs>
        <w:autoSpaceDE w:val="0"/>
        <w:autoSpaceDN w:val="0"/>
        <w:adjustRightInd w:val="0"/>
        <w:spacing w:line="240" w:lineRule="auto"/>
        <w:rPr>
          <w:rFonts w:cs="Arial"/>
          <w:sz w:val="20"/>
          <w:szCs w:val="20"/>
        </w:rPr>
      </w:pPr>
    </w:p>
    <w:p w14:paraId="2869F084" w14:textId="77777777" w:rsidR="003C03F6" w:rsidRDefault="003C03F6" w:rsidP="00F36E95">
      <w:pPr>
        <w:tabs>
          <w:tab w:val="left" w:pos="1155"/>
        </w:tabs>
        <w:autoSpaceDE w:val="0"/>
        <w:autoSpaceDN w:val="0"/>
        <w:adjustRightInd w:val="0"/>
        <w:spacing w:line="240" w:lineRule="auto"/>
        <w:rPr>
          <w:rFonts w:cs="Arial"/>
          <w:sz w:val="20"/>
          <w:szCs w:val="20"/>
        </w:rPr>
      </w:pPr>
    </w:p>
    <w:p w14:paraId="033CBBC4" w14:textId="77777777" w:rsidR="003C03F6" w:rsidRDefault="003C03F6" w:rsidP="003C03F6">
      <w:pPr>
        <w:rPr>
          <w:b/>
          <w:szCs w:val="22"/>
        </w:rPr>
      </w:pPr>
      <w:r>
        <w:rPr>
          <w:b/>
          <w:szCs w:val="22"/>
        </w:rPr>
        <w:t>Ermitt</w:t>
      </w:r>
      <w:r w:rsidRPr="00FA4C58">
        <w:rPr>
          <w:b/>
          <w:szCs w:val="22"/>
        </w:rPr>
        <w:t xml:space="preserve">lung </w:t>
      </w:r>
      <w:r>
        <w:rPr>
          <w:b/>
          <w:szCs w:val="22"/>
        </w:rPr>
        <w:t>der DSLS</w:t>
      </w:r>
      <w:r w:rsidRPr="00FA4C58">
        <w:rPr>
          <w:b/>
          <w:szCs w:val="22"/>
        </w:rPr>
        <w:t xml:space="preserve"> I</w:t>
      </w:r>
      <w:r>
        <w:rPr>
          <w:b/>
          <w:szCs w:val="22"/>
        </w:rPr>
        <w:t>D</w:t>
      </w:r>
      <w:r w:rsidRPr="00FA4C58">
        <w:rPr>
          <w:b/>
          <w:szCs w:val="22"/>
        </w:rPr>
        <w:t>s</w:t>
      </w:r>
      <w:r>
        <w:rPr>
          <w:b/>
          <w:szCs w:val="22"/>
        </w:rPr>
        <w:t xml:space="preserve"> </w:t>
      </w:r>
    </w:p>
    <w:p w14:paraId="4BFC1070" w14:textId="77777777" w:rsidR="003C03F6" w:rsidRPr="005A1CA7" w:rsidRDefault="003C03F6" w:rsidP="003C03F6">
      <w:pPr>
        <w:tabs>
          <w:tab w:val="left" w:pos="1155"/>
        </w:tabs>
        <w:autoSpaceDE w:val="0"/>
        <w:autoSpaceDN w:val="0"/>
        <w:adjustRightInd w:val="0"/>
        <w:spacing w:before="120" w:line="240" w:lineRule="auto"/>
        <w:rPr>
          <w:rFonts w:cs="Arial"/>
          <w:sz w:val="20"/>
          <w:szCs w:val="20"/>
        </w:rPr>
      </w:pPr>
      <w:r w:rsidRPr="005A1CA7">
        <w:rPr>
          <w:rFonts w:cs="Arial"/>
          <w:sz w:val="20"/>
          <w:szCs w:val="20"/>
        </w:rPr>
        <w:t xml:space="preserve">Die Lizensierung der Applikation erfolgt mit </w:t>
      </w:r>
      <w:r>
        <w:rPr>
          <w:rFonts w:cs="Arial"/>
          <w:sz w:val="20"/>
          <w:szCs w:val="20"/>
        </w:rPr>
        <w:t>DSLS</w:t>
      </w:r>
      <w:r w:rsidRPr="005A1CA7">
        <w:rPr>
          <w:rFonts w:cs="Arial"/>
          <w:sz w:val="20"/>
          <w:szCs w:val="20"/>
        </w:rPr>
        <w:t xml:space="preserve">. </w:t>
      </w:r>
      <w:r>
        <w:rPr>
          <w:rFonts w:cs="Arial"/>
          <w:sz w:val="20"/>
          <w:szCs w:val="20"/>
        </w:rPr>
        <w:t>Dassault be</w:t>
      </w:r>
      <w:r w:rsidRPr="005A1CA7">
        <w:rPr>
          <w:rFonts w:cs="Arial"/>
          <w:sz w:val="20"/>
          <w:szCs w:val="20"/>
        </w:rPr>
        <w:t>nötig</w:t>
      </w:r>
      <w:r>
        <w:rPr>
          <w:rFonts w:cs="Arial"/>
          <w:sz w:val="20"/>
          <w:szCs w:val="20"/>
        </w:rPr>
        <w:t>t</w:t>
      </w:r>
      <w:r w:rsidRPr="005A1CA7">
        <w:rPr>
          <w:rFonts w:cs="Arial"/>
          <w:sz w:val="20"/>
          <w:szCs w:val="20"/>
        </w:rPr>
        <w:t xml:space="preserve"> die folgende ID zur Erstellung der Lizenz:</w:t>
      </w:r>
    </w:p>
    <w:p w14:paraId="200F8869" w14:textId="77777777" w:rsidR="003C03F6" w:rsidRDefault="003C03F6" w:rsidP="003C03F6">
      <w:pPr>
        <w:rPr>
          <w:rFonts w:cs="Arial"/>
          <w:sz w:val="20"/>
          <w:szCs w:val="20"/>
        </w:rPr>
      </w:pPr>
    </w:p>
    <w:p w14:paraId="0EF0E7F5" w14:textId="77777777" w:rsidR="003C03F6" w:rsidRPr="000C4B76" w:rsidRDefault="003C03F6" w:rsidP="003C03F6">
      <w:pPr>
        <w:rPr>
          <w:rFonts w:cs="Arial"/>
          <w:sz w:val="20"/>
          <w:szCs w:val="20"/>
        </w:rPr>
      </w:pPr>
      <w:r w:rsidRPr="000C4B76">
        <w:rPr>
          <w:rFonts w:cs="Arial"/>
          <w:sz w:val="20"/>
          <w:szCs w:val="20"/>
        </w:rPr>
        <w:t>Unter folgendem Link finden Sie ein Tool für das Auslesen der DSLS ID:</w:t>
      </w:r>
    </w:p>
    <w:p w14:paraId="4AFF643D" w14:textId="77777777" w:rsidR="003C03F6" w:rsidRPr="000C4B76" w:rsidRDefault="00F03122" w:rsidP="003C03F6">
      <w:pPr>
        <w:rPr>
          <w:rFonts w:cs="Arial"/>
          <w:sz w:val="20"/>
          <w:szCs w:val="20"/>
        </w:rPr>
      </w:pPr>
      <w:hyperlink r:id="rId10" w:history="1">
        <w:r w:rsidR="003C03F6" w:rsidRPr="000C4B76">
          <w:rPr>
            <w:rStyle w:val="Hyperlink"/>
            <w:rFonts w:cs="Arial"/>
            <w:sz w:val="20"/>
            <w:szCs w:val="20"/>
          </w:rPr>
          <w:t>http://www.3ds.com/terms/software-keys/?xtmc=DSLicTarget&amp;xtcr=1</w:t>
        </w:r>
      </w:hyperlink>
    </w:p>
    <w:p w14:paraId="42B567E1" w14:textId="77777777" w:rsidR="003C03F6" w:rsidRPr="000C4B76" w:rsidRDefault="003C03F6" w:rsidP="003C03F6">
      <w:pPr>
        <w:rPr>
          <w:rFonts w:cs="Arial"/>
          <w:sz w:val="20"/>
          <w:szCs w:val="20"/>
        </w:rPr>
      </w:pPr>
    </w:p>
    <w:p w14:paraId="445EF5E9" w14:textId="77777777" w:rsidR="003C03F6" w:rsidRDefault="003C03F6" w:rsidP="003C03F6">
      <w:pPr>
        <w:rPr>
          <w:rFonts w:cs="Arial"/>
          <w:sz w:val="20"/>
          <w:szCs w:val="20"/>
        </w:rPr>
      </w:pPr>
      <w:r w:rsidRPr="000C4B76">
        <w:rPr>
          <w:rFonts w:cs="Arial"/>
          <w:sz w:val="20"/>
          <w:szCs w:val="20"/>
        </w:rPr>
        <w:t>unter "LICENSE KEY TOOLS"</w:t>
      </w:r>
    </w:p>
    <w:p w14:paraId="0A0CB6F3" w14:textId="77777777" w:rsidR="003C03F6" w:rsidRDefault="003C03F6" w:rsidP="003C03F6">
      <w:pPr>
        <w:rPr>
          <w:rFonts w:cs="Arial"/>
          <w:sz w:val="20"/>
          <w:szCs w:val="20"/>
        </w:rPr>
      </w:pPr>
    </w:p>
    <w:p w14:paraId="24D350CF" w14:textId="77777777" w:rsidR="00F36E95" w:rsidRPr="0016370A" w:rsidRDefault="00F36E95" w:rsidP="00F36E95">
      <w:pPr>
        <w:rPr>
          <w:rFonts w:cs="Arial"/>
          <w:sz w:val="20"/>
          <w:szCs w:val="20"/>
        </w:rPr>
      </w:pPr>
    </w:p>
    <w:p w14:paraId="59CFE871" w14:textId="77777777" w:rsidR="00DC1D98" w:rsidRPr="00D751A2" w:rsidRDefault="00DC1D98">
      <w:pPr>
        <w:rPr>
          <w:rFonts w:cs="Arial"/>
          <w:sz w:val="20"/>
          <w:szCs w:val="20"/>
        </w:rPr>
      </w:pPr>
    </w:p>
    <w:sectPr w:rsidR="00DC1D98" w:rsidRPr="00D751A2" w:rsidSect="00DC1D98">
      <w:headerReference w:type="default" r:id="rId11"/>
      <w:pgSz w:w="11906" w:h="16838" w:code="9"/>
      <w:pgMar w:top="1361" w:right="1179" w:bottom="539" w:left="158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DEA5D6" w14:textId="77777777" w:rsidR="002F1C56" w:rsidRDefault="002F1C56">
      <w:r>
        <w:separator/>
      </w:r>
    </w:p>
  </w:endnote>
  <w:endnote w:type="continuationSeparator" w:id="0">
    <w:p w14:paraId="7B28C926" w14:textId="77777777" w:rsidR="002F1C56" w:rsidRDefault="002F1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W Headline Black">
    <w:altName w:val="Courier New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7AADAA" w14:textId="77777777" w:rsidR="002F1C56" w:rsidRDefault="002F1C56">
      <w:r>
        <w:separator/>
      </w:r>
    </w:p>
  </w:footnote>
  <w:footnote w:type="continuationSeparator" w:id="0">
    <w:p w14:paraId="489AB92F" w14:textId="77777777" w:rsidR="002F1C56" w:rsidRDefault="002F1C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ADBCC" w14:textId="77777777" w:rsidR="00DC1D98" w:rsidRDefault="00F03122">
    <w:pPr>
      <w:pStyle w:val="Kopfzeile"/>
    </w:pPr>
    <w:r>
      <w:rPr>
        <w:noProof/>
      </w:rPr>
      <w:pict w14:anchorId="53D1B0F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0" type="#_x0000_t75" style="position:absolute;margin-left:346.5pt;margin-top:22.3pt;width:124.15pt;height:23.05pt;z-index:251657728" o:allowoverlap="f" fillcolor="window">
          <v:imagedata r:id="rId1" o:title="T-Systems_Logo_Neu_Groß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BD85ED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096A15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420109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FEA60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8"/>
    <w:multiLevelType w:val="singleLevel"/>
    <w:tmpl w:val="BC942C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C118365A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078066B"/>
    <w:multiLevelType w:val="hybridMultilevel"/>
    <w:tmpl w:val="ED70618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113" w:hanging="11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CC1E77"/>
    <w:multiLevelType w:val="hybridMultilevel"/>
    <w:tmpl w:val="D94CCEB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732ABC"/>
    <w:multiLevelType w:val="multilevel"/>
    <w:tmpl w:val="B0D20842"/>
    <w:lvl w:ilvl="0">
      <w:start w:val="1"/>
      <w:numFmt w:val="bullet"/>
      <w:pStyle w:val="Gliederung"/>
      <w:suff w:val="nothing"/>
      <w:lvlText w:val=""/>
      <w:lvlJc w:val="left"/>
      <w:pPr>
        <w:ind w:left="170" w:hanging="170"/>
      </w:pPr>
      <w:rPr>
        <w:rFonts w:ascii="Symbol" w:hAnsi="Symbol" w:hint="default"/>
        <w:spacing w:val="80"/>
        <w:sz w:val="18"/>
      </w:rPr>
    </w:lvl>
    <w:lvl w:ilvl="1">
      <w:start w:val="1"/>
      <w:numFmt w:val="bullet"/>
      <w:lvlRestart w:val="0"/>
      <w:suff w:val="nothing"/>
      <w:lvlText w:val="-"/>
      <w:lvlJc w:val="left"/>
      <w:pPr>
        <w:ind w:left="340" w:hanging="170"/>
      </w:pPr>
      <w:rPr>
        <w:rFonts w:ascii="Arial" w:hAnsi="Arial" w:hint="default"/>
        <w:b/>
        <w:i w:val="0"/>
        <w:spacing w:val="100"/>
        <w:sz w:val="20"/>
      </w:rPr>
    </w:lvl>
    <w:lvl w:ilvl="2">
      <w:start w:val="1"/>
      <w:numFmt w:val="bullet"/>
      <w:lvlRestart w:val="0"/>
      <w:suff w:val="nothing"/>
      <w:lvlText w:val=""/>
      <w:lvlJc w:val="left"/>
      <w:pPr>
        <w:ind w:left="510" w:hanging="170"/>
      </w:pPr>
      <w:rPr>
        <w:rFonts w:ascii="Wingdings" w:hAnsi="Wingdings" w:hint="default"/>
        <w:b/>
        <w:i w:val="0"/>
        <w:spacing w:val="100"/>
        <w:sz w:val="2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691C18F8"/>
    <w:multiLevelType w:val="hybridMultilevel"/>
    <w:tmpl w:val="3496CCB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F177A5"/>
    <w:multiLevelType w:val="hybridMultilevel"/>
    <w:tmpl w:val="78DE4F6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52284549">
    <w:abstractNumId w:val="6"/>
  </w:num>
  <w:num w:numId="2" w16cid:durableId="189228633">
    <w:abstractNumId w:val="5"/>
  </w:num>
  <w:num w:numId="3" w16cid:durableId="583690106">
    <w:abstractNumId w:val="8"/>
  </w:num>
  <w:num w:numId="4" w16cid:durableId="319119720">
    <w:abstractNumId w:val="0"/>
  </w:num>
  <w:num w:numId="5" w16cid:durableId="291834483">
    <w:abstractNumId w:val="1"/>
  </w:num>
  <w:num w:numId="6" w16cid:durableId="426655458">
    <w:abstractNumId w:val="2"/>
  </w:num>
  <w:num w:numId="7" w16cid:durableId="939410417">
    <w:abstractNumId w:val="3"/>
  </w:num>
  <w:num w:numId="8" w16cid:durableId="871460565">
    <w:abstractNumId w:val="4"/>
  </w:num>
  <w:num w:numId="9" w16cid:durableId="537621573">
    <w:abstractNumId w:val="9"/>
  </w:num>
  <w:num w:numId="10" w16cid:durableId="998003019">
    <w:abstractNumId w:val="10"/>
  </w:num>
  <w:num w:numId="11" w16cid:durableId="187618906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65"/>
  <w:displayVerticalDrawingGridEvery w:val="2"/>
  <w:noPunctuationKerning/>
  <w:characterSpacingControl w:val="doNotCompress"/>
  <w:hdrShapeDefaults>
    <o:shapedefaults v:ext="edit" spidmax="2095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070C2"/>
    <w:rsid w:val="00067711"/>
    <w:rsid w:val="00067966"/>
    <w:rsid w:val="00081111"/>
    <w:rsid w:val="000B2EAD"/>
    <w:rsid w:val="000B6788"/>
    <w:rsid w:val="00102077"/>
    <w:rsid w:val="00113277"/>
    <w:rsid w:val="00122870"/>
    <w:rsid w:val="00154EB4"/>
    <w:rsid w:val="00161019"/>
    <w:rsid w:val="0016370A"/>
    <w:rsid w:val="00171BF3"/>
    <w:rsid w:val="00173485"/>
    <w:rsid w:val="00177722"/>
    <w:rsid w:val="001C6661"/>
    <w:rsid w:val="001E1241"/>
    <w:rsid w:val="00230E6C"/>
    <w:rsid w:val="00261F9B"/>
    <w:rsid w:val="002960AB"/>
    <w:rsid w:val="002F1C56"/>
    <w:rsid w:val="002F2132"/>
    <w:rsid w:val="00331740"/>
    <w:rsid w:val="0035129B"/>
    <w:rsid w:val="00361F22"/>
    <w:rsid w:val="00375C07"/>
    <w:rsid w:val="00382F6B"/>
    <w:rsid w:val="003858CA"/>
    <w:rsid w:val="00387ED8"/>
    <w:rsid w:val="003A5BA1"/>
    <w:rsid w:val="003B3DE5"/>
    <w:rsid w:val="003C03F6"/>
    <w:rsid w:val="003C783A"/>
    <w:rsid w:val="003E02A6"/>
    <w:rsid w:val="003F1560"/>
    <w:rsid w:val="003F6FA2"/>
    <w:rsid w:val="004118F9"/>
    <w:rsid w:val="0041779F"/>
    <w:rsid w:val="0042701C"/>
    <w:rsid w:val="00433037"/>
    <w:rsid w:val="00475678"/>
    <w:rsid w:val="0049210C"/>
    <w:rsid w:val="004A2885"/>
    <w:rsid w:val="004D6276"/>
    <w:rsid w:val="0054517C"/>
    <w:rsid w:val="005506B2"/>
    <w:rsid w:val="0058592E"/>
    <w:rsid w:val="005E0B8F"/>
    <w:rsid w:val="005E3926"/>
    <w:rsid w:val="005F6F6B"/>
    <w:rsid w:val="00600A6F"/>
    <w:rsid w:val="00601E60"/>
    <w:rsid w:val="006026E7"/>
    <w:rsid w:val="006070C2"/>
    <w:rsid w:val="00617101"/>
    <w:rsid w:val="00670BCD"/>
    <w:rsid w:val="006858D0"/>
    <w:rsid w:val="00693CAF"/>
    <w:rsid w:val="006B1C3C"/>
    <w:rsid w:val="006D000E"/>
    <w:rsid w:val="006E04CB"/>
    <w:rsid w:val="006E3A8E"/>
    <w:rsid w:val="006F3F46"/>
    <w:rsid w:val="007130C1"/>
    <w:rsid w:val="0071487E"/>
    <w:rsid w:val="00725ADC"/>
    <w:rsid w:val="00732093"/>
    <w:rsid w:val="007338F8"/>
    <w:rsid w:val="00756564"/>
    <w:rsid w:val="00757461"/>
    <w:rsid w:val="0077035A"/>
    <w:rsid w:val="00784F6E"/>
    <w:rsid w:val="00793218"/>
    <w:rsid w:val="007C6AD6"/>
    <w:rsid w:val="00826087"/>
    <w:rsid w:val="008278A8"/>
    <w:rsid w:val="00833F98"/>
    <w:rsid w:val="00834100"/>
    <w:rsid w:val="008711BB"/>
    <w:rsid w:val="00872FA6"/>
    <w:rsid w:val="00887C61"/>
    <w:rsid w:val="008955A2"/>
    <w:rsid w:val="008A0ACC"/>
    <w:rsid w:val="008D0F45"/>
    <w:rsid w:val="009300C3"/>
    <w:rsid w:val="009952E9"/>
    <w:rsid w:val="009A409E"/>
    <w:rsid w:val="009A7F91"/>
    <w:rsid w:val="00A67F13"/>
    <w:rsid w:val="00AB4D14"/>
    <w:rsid w:val="00AD2436"/>
    <w:rsid w:val="00AE6D70"/>
    <w:rsid w:val="00AF2E02"/>
    <w:rsid w:val="00B01528"/>
    <w:rsid w:val="00B066E5"/>
    <w:rsid w:val="00B27B54"/>
    <w:rsid w:val="00B47AE9"/>
    <w:rsid w:val="00B842CB"/>
    <w:rsid w:val="00BC244A"/>
    <w:rsid w:val="00C03878"/>
    <w:rsid w:val="00C84A82"/>
    <w:rsid w:val="00C92817"/>
    <w:rsid w:val="00CB7440"/>
    <w:rsid w:val="00CC2F73"/>
    <w:rsid w:val="00D13C27"/>
    <w:rsid w:val="00D41B37"/>
    <w:rsid w:val="00D6002D"/>
    <w:rsid w:val="00D64781"/>
    <w:rsid w:val="00D65DF1"/>
    <w:rsid w:val="00D751A2"/>
    <w:rsid w:val="00D968C2"/>
    <w:rsid w:val="00DC1D98"/>
    <w:rsid w:val="00DF4089"/>
    <w:rsid w:val="00E35FD9"/>
    <w:rsid w:val="00E57613"/>
    <w:rsid w:val="00E76F40"/>
    <w:rsid w:val="00E948C1"/>
    <w:rsid w:val="00EA1F56"/>
    <w:rsid w:val="00EA3783"/>
    <w:rsid w:val="00EA4697"/>
    <w:rsid w:val="00EB28B7"/>
    <w:rsid w:val="00EB7A45"/>
    <w:rsid w:val="00EE6184"/>
    <w:rsid w:val="00EF211E"/>
    <w:rsid w:val="00F03122"/>
    <w:rsid w:val="00F12A27"/>
    <w:rsid w:val="00F250EE"/>
    <w:rsid w:val="00F36E95"/>
    <w:rsid w:val="00F51114"/>
    <w:rsid w:val="00F76798"/>
    <w:rsid w:val="00F83ABE"/>
    <w:rsid w:val="00FB791F"/>
    <w:rsid w:val="00FE0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95"/>
    <o:shapelayout v:ext="edit">
      <o:idmap v:ext="edit" data="2"/>
    </o:shapelayout>
  </w:shapeDefaults>
  <w:decimalSymbol w:val=","/>
  <w:listSeparator w:val=";"/>
  <w14:docId w14:val="24406602"/>
  <w15:chartTrackingRefBased/>
  <w15:docId w15:val="{17D5A27A-2B7C-4310-81BE-9A58085E8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spacing w:line="320" w:lineRule="atLeast"/>
    </w:pPr>
    <w:rPr>
      <w:rFonts w:ascii="Arial" w:hAnsi="Arial"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line="240" w:lineRule="atLeast"/>
    </w:pPr>
    <w:rPr>
      <w:sz w:val="18"/>
    </w:rPr>
  </w:style>
  <w:style w:type="table" w:customStyle="1" w:styleId="Tabellengitternetz">
    <w:name w:val="Tabellengitternetz"/>
    <w:basedOn w:val="NormaleTabelle"/>
    <w:rsid w:val="007130C1"/>
    <w:pPr>
      <w:spacing w:line="32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rPr>
      <w:rFonts w:ascii="Arial" w:hAnsi="Arial"/>
    </w:rPr>
  </w:style>
  <w:style w:type="character" w:styleId="Zeilennummer">
    <w:name w:val="line number"/>
    <w:rPr>
      <w:rFonts w:ascii="Arial" w:hAnsi="Arial"/>
    </w:rPr>
  </w:style>
  <w:style w:type="character" w:styleId="Kommentarzeichen">
    <w:name w:val="annotation reference"/>
    <w:semiHidden/>
    <w:rPr>
      <w:rFonts w:ascii="Arial" w:hAnsi="Arial"/>
      <w:sz w:val="16"/>
      <w:szCs w:val="16"/>
    </w:rPr>
  </w:style>
  <w:style w:type="paragraph" w:customStyle="1" w:styleId="Betreff">
    <w:name w:val="Betreff"/>
    <w:basedOn w:val="Standard"/>
    <w:rPr>
      <w:b/>
      <w:bCs/>
    </w:rPr>
  </w:style>
  <w:style w:type="paragraph" w:styleId="Anrede">
    <w:name w:val="Salutation"/>
    <w:basedOn w:val="Standard"/>
    <w:next w:val="Standard"/>
  </w:style>
  <w:style w:type="paragraph" w:customStyle="1" w:styleId="Telefax">
    <w:name w:val="Telefax"/>
    <w:basedOn w:val="Standard"/>
    <w:rPr>
      <w:sz w:val="32"/>
    </w:rPr>
  </w:style>
  <w:style w:type="paragraph" w:customStyle="1" w:styleId="Feldbeschriftung">
    <w:name w:val="Feldbeschriftung"/>
    <w:basedOn w:val="Standard"/>
    <w:pPr>
      <w:spacing w:line="280" w:lineRule="atLeast"/>
    </w:pPr>
    <w:rPr>
      <w:sz w:val="18"/>
    </w:rPr>
  </w:style>
  <w:style w:type="paragraph" w:styleId="Aufzhlungszeichen">
    <w:name w:val="List Bullet"/>
    <w:basedOn w:val="Standard"/>
    <w:autoRedefine/>
    <w:pPr>
      <w:numPr>
        <w:numId w:val="2"/>
      </w:numPr>
    </w:pPr>
  </w:style>
  <w:style w:type="paragraph" w:customStyle="1" w:styleId="Gliederung">
    <w:name w:val="Gliederung"/>
    <w:basedOn w:val="Standard"/>
    <w:pPr>
      <w:numPr>
        <w:numId w:val="3"/>
      </w:numPr>
    </w:pPr>
  </w:style>
  <w:style w:type="paragraph" w:styleId="Sprechblasentext">
    <w:name w:val="Balloon Text"/>
    <w:basedOn w:val="Standard"/>
    <w:semiHidden/>
    <w:rsid w:val="00887C61"/>
    <w:rPr>
      <w:rFonts w:ascii="Tahoma" w:hAnsi="Tahoma" w:cs="Tahoma"/>
      <w:sz w:val="16"/>
      <w:szCs w:val="16"/>
    </w:rPr>
  </w:style>
  <w:style w:type="paragraph" w:styleId="Titel">
    <w:name w:val="Title"/>
    <w:basedOn w:val="Standard"/>
    <w:qFormat/>
    <w:rsid w:val="00DC1D98"/>
    <w:pPr>
      <w:spacing w:line="240" w:lineRule="auto"/>
      <w:jc w:val="center"/>
    </w:pPr>
    <w:rPr>
      <w:rFonts w:ascii="VW Headline Black" w:hAnsi="VW Headline Black"/>
      <w:b/>
      <w:sz w:val="32"/>
      <w:szCs w:val="20"/>
    </w:rPr>
  </w:style>
  <w:style w:type="paragraph" w:styleId="Untertitel">
    <w:name w:val="Subtitle"/>
    <w:basedOn w:val="Standard"/>
    <w:qFormat/>
    <w:rsid w:val="00DC1D98"/>
    <w:pPr>
      <w:spacing w:line="240" w:lineRule="auto"/>
      <w:jc w:val="center"/>
    </w:pPr>
    <w:rPr>
      <w:rFonts w:ascii="VW Headline Black" w:hAnsi="VW Headline Black"/>
      <w:b/>
      <w:sz w:val="28"/>
      <w:szCs w:val="20"/>
    </w:rPr>
  </w:style>
  <w:style w:type="character" w:styleId="Hyperlink">
    <w:name w:val="Hyperlink"/>
    <w:rsid w:val="003C03F6"/>
    <w:rPr>
      <w:color w:val="0000FF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83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5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96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41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36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49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875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068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061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0888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4592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026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503037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329845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25720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x-service@t-systems.com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3ds.com/terms/software-keys/?xtmc=DSLicTarget&amp;xtcr=1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ax-service@t-system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Vorlagen\Windows_2000_Fax\fax_dtldgmbh_b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D800A1-0590-4EC6-9930-7FF65D0CA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fax_dtldgmbh_b.dot</Template>
  <TotalTime>0</TotalTime>
  <Pages>3</Pages>
  <Words>454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T-Systems Multimedia Solutions GmbH</Company>
  <LinksUpToDate>false</LinksUpToDate>
  <CharactersWithSpaces>3314</CharactersWithSpaces>
  <SharedDoc>false</SharedDoc>
  <HLinks>
    <vt:vector size="6" baseType="variant">
      <vt:variant>
        <vt:i4>2883630</vt:i4>
      </vt:variant>
      <vt:variant>
        <vt:i4>0</vt:i4>
      </vt:variant>
      <vt:variant>
        <vt:i4>0</vt:i4>
      </vt:variant>
      <vt:variant>
        <vt:i4>5</vt:i4>
      </vt:variant>
      <vt:variant>
        <vt:lpwstr>http://www.3ds.com/terms/software-keys/?xtmc=DSLicTarget&amp;xtcr=1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KIL</dc:creator>
  <cp:keywords/>
  <cp:lastModifiedBy>Hallmann, Thomas</cp:lastModifiedBy>
  <cp:revision>5</cp:revision>
  <cp:lastPrinted>2008-07-01T09:25:00Z</cp:lastPrinted>
  <dcterms:created xsi:type="dcterms:W3CDTF">2024-08-20T08:15:00Z</dcterms:created>
  <dcterms:modified xsi:type="dcterms:W3CDTF">2024-08-20T08:43:00Z</dcterms:modified>
</cp:coreProperties>
</file>